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3501845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aps/>
          <w:smallCaps/>
          <w:sz w:val="22"/>
          <w:szCs w:val="22"/>
        </w:rPr>
      </w:sdtEndPr>
      <w:sdtContent>
        <w:p w:rsidR="00DC5E93" w:rsidRDefault="00DC5E93" w:rsidP="009B4E27">
          <w:pPr>
            <w:pStyle w:val="NoSpacing"/>
            <w:jc w:val="both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831E1A" w:rsidRDefault="001E0F5C" w:rsidP="009B4E27">
          <w:pPr>
            <w:pStyle w:val="NoSpacing"/>
            <w:jc w:val="both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eastAsiaTheme="majorEastAsia" w:cstheme="majorBidi"/>
              <w:noProof/>
              <w:lang w:val="es-ES" w:eastAsia="en-US"/>
            </w:rPr>
            <w:pict>
              <v:rect id="_x0000_s1033" style="position:absolute;left:0;text-align:left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  <w:lang w:val="es-ES" w:eastAsia="en-US"/>
            </w:rPr>
            <w:pict>
              <v:rect id="_x0000_s1036" style="position:absolute;left:0;text-align:left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>
            <w:rPr>
              <w:rFonts w:eastAsiaTheme="majorEastAsia" w:cstheme="majorBidi"/>
              <w:noProof/>
              <w:lang w:val="es-ES" w:eastAsia="en-US"/>
            </w:rPr>
            <w:pict>
              <v:rect id="_x0000_s1035" style="position:absolute;left:0;text-align:left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  <w:lang w:val="es-ES" w:eastAsia="en-US"/>
            </w:rPr>
            <w:pict>
              <v:rect id="_x0000_s1034" style="position:absolute;left:0;text-align:left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ítulo"/>
            <w:id w:val="14700071"/>
            <w:placeholder>
              <w:docPart w:val="E0EEB6EEF5BC486C9734DD39205D087A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831E1A" w:rsidRDefault="00831E1A" w:rsidP="00CA725F">
              <w:pPr>
                <w:pStyle w:val="NoSpacing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METHODOLOGIES FOR D</w:t>
              </w:r>
              <w:r w:rsidRPr="00831E1A"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ISCRETE EVENT MODELING &amp; SIMULATION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B75792C4F5824A9EB03B41D0B437213D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p w:rsidR="00831E1A" w:rsidRPr="00831E1A" w:rsidRDefault="00831E1A" w:rsidP="009B4E27">
              <w:pPr>
                <w:pStyle w:val="NoSpacing"/>
                <w:jc w:val="both"/>
                <w:rPr>
                  <w:rFonts w:asciiTheme="majorHAnsi" w:eastAsiaTheme="majorEastAsia" w:hAnsiTheme="majorHAnsi" w:cstheme="majorBidi"/>
                  <w:sz w:val="36"/>
                  <w:szCs w:val="36"/>
                  <w:lang w:val="es-MX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  <w:lang w:val="es-MX"/>
                </w:rPr>
                <w:t>CARLETON UNIVERSITY</w:t>
              </w:r>
            </w:p>
          </w:sdtContent>
        </w:sdt>
        <w:p w:rsidR="00831E1A" w:rsidRPr="00831E1A" w:rsidRDefault="00831E1A" w:rsidP="009B4E27">
          <w:pPr>
            <w:pStyle w:val="NoSpacing"/>
            <w:jc w:val="both"/>
            <w:rPr>
              <w:rFonts w:asciiTheme="majorHAnsi" w:eastAsiaTheme="majorEastAsia" w:hAnsiTheme="majorHAnsi" w:cstheme="majorBidi"/>
              <w:sz w:val="36"/>
              <w:szCs w:val="36"/>
              <w:lang w:val="es-MX"/>
            </w:rPr>
          </w:pPr>
        </w:p>
        <w:p w:rsidR="00831E1A" w:rsidRPr="00831E1A" w:rsidRDefault="00831E1A" w:rsidP="009B4E27">
          <w:pPr>
            <w:pStyle w:val="NoSpacing"/>
            <w:jc w:val="both"/>
            <w:rPr>
              <w:rFonts w:asciiTheme="majorHAnsi" w:eastAsiaTheme="majorEastAsia" w:hAnsiTheme="majorHAnsi" w:cstheme="majorBidi"/>
              <w:sz w:val="36"/>
              <w:szCs w:val="36"/>
              <w:lang w:val="es-MX"/>
            </w:rPr>
          </w:pPr>
        </w:p>
        <w:p w:rsidR="00831E1A" w:rsidRP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3A5B3F" w:rsidP="009B4E27">
          <w:pPr>
            <w:pStyle w:val="NoSpacing"/>
            <w:jc w:val="both"/>
            <w:rPr>
              <w:lang w:val="es-MX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27305</wp:posOffset>
                </wp:positionV>
                <wp:extent cx="4762500" cy="1524000"/>
                <wp:effectExtent l="19050" t="0" r="0" b="0"/>
                <wp:wrapThrough wrapText="bothSides">
                  <wp:wrapPolygon edited="0">
                    <wp:start x="-86" y="0"/>
                    <wp:lineTo x="-86" y="21330"/>
                    <wp:lineTo x="21600" y="21330"/>
                    <wp:lineTo x="21600" y="0"/>
                    <wp:lineTo x="-86" y="0"/>
                  </wp:wrapPolygon>
                </wp:wrapThrough>
                <wp:docPr id="2" name="Picture 2" descr="http://www.parking-net.com/Upload/AboutParking/underground-parkin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parking-net.com/Upload/AboutParking/underground-parkin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Default="00831E1A" w:rsidP="009B4E27">
          <w:pPr>
            <w:pStyle w:val="NoSpacing"/>
            <w:jc w:val="both"/>
            <w:rPr>
              <w:lang w:val="es-MX"/>
            </w:rPr>
          </w:pPr>
        </w:p>
        <w:p w:rsidR="00831E1A" w:rsidRPr="00831E1A" w:rsidRDefault="00831E1A" w:rsidP="009B4E27">
          <w:pPr>
            <w:pStyle w:val="NoSpacing"/>
            <w:jc w:val="both"/>
            <w:rPr>
              <w:lang w:val="es-MX"/>
            </w:rPr>
          </w:pPr>
        </w:p>
        <w:sdt>
          <w:sdtPr>
            <w:alias w:val="Autor"/>
            <w:id w:val="14700094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831E1A" w:rsidRPr="00831E1A" w:rsidRDefault="00831E1A" w:rsidP="009B4E27">
              <w:pPr>
                <w:pStyle w:val="NoSpacing"/>
                <w:jc w:val="both"/>
                <w:rPr>
                  <w:lang w:val="es-MX"/>
                </w:rPr>
              </w:pPr>
              <w:r>
                <w:rPr>
                  <w:lang w:val="es-MX"/>
                </w:rPr>
                <w:t>Victor Soto Garcia</w:t>
              </w:r>
            </w:p>
          </w:sdtContent>
        </w:sdt>
        <w:p w:rsidR="00831E1A" w:rsidRDefault="009204D1" w:rsidP="009B4E27">
          <w:pPr>
            <w:jc w:val="both"/>
            <w:rPr>
              <w:lang w:val="es-ES"/>
            </w:rPr>
          </w:pPr>
          <w:r>
            <w:rPr>
              <w:lang w:val="es-ES"/>
            </w:rPr>
            <w:t>Vsoto101</w:t>
          </w:r>
          <w:r w:rsidR="00831E1A">
            <w:rPr>
              <w:lang w:val="es-ES"/>
            </w:rPr>
            <w:t>@</w:t>
          </w:r>
          <w:r>
            <w:rPr>
              <w:lang w:val="es-ES"/>
            </w:rPr>
            <w:t>uottawa.ca</w:t>
          </w:r>
        </w:p>
        <w:p w:rsidR="00831E1A" w:rsidRDefault="00831E1A" w:rsidP="009B4E27">
          <w:pPr>
            <w:jc w:val="both"/>
            <w:rPr>
              <w:rFonts w:asciiTheme="majorHAnsi" w:eastAsiaTheme="majorEastAsia" w:hAnsiTheme="majorHAnsi" w:cstheme="majorBidi"/>
              <w:caps/>
            </w:rPr>
          </w:pPr>
          <w:r w:rsidRPr="00831E1A">
            <w:rPr>
              <w:b/>
              <w:bCs/>
              <w:caps/>
              <w:smallCaps/>
              <w:lang w:val="es-MX"/>
            </w:rPr>
            <w:br w:type="page"/>
          </w:r>
        </w:p>
      </w:sdtContent>
    </w:sdt>
    <w:p w:rsidR="00A90735" w:rsidRDefault="00DC26EB" w:rsidP="009B4E27">
      <w:pPr>
        <w:pStyle w:val="Heading1"/>
        <w:numPr>
          <w:ilvl w:val="0"/>
          <w:numId w:val="0"/>
        </w:numPr>
        <w:pBdr>
          <w:bottom w:val="single" w:sz="4" w:space="0" w:color="595959" w:themeColor="text1" w:themeTint="A6"/>
        </w:pBdr>
        <w:jc w:val="both"/>
      </w:pPr>
      <w:r>
        <w:lastRenderedPageBreak/>
        <w:t>Project Model Definition</w:t>
      </w:r>
    </w:p>
    <w:p w:rsidR="00116B7A" w:rsidRDefault="005127FE" w:rsidP="009B4E27">
      <w:pPr>
        <w:jc w:val="both"/>
      </w:pPr>
      <w:r w:rsidRPr="00E13632">
        <w:t xml:space="preserve">This project will focus on </w:t>
      </w:r>
      <w:r w:rsidR="00B67A36" w:rsidRPr="00E13632">
        <w:t>modeling the behavior of an underground parking lot</w:t>
      </w:r>
      <w:r w:rsidR="00BD1F40">
        <w:t>.</w:t>
      </w:r>
      <w:r w:rsidR="00B67A36" w:rsidRPr="00E13632">
        <w:t xml:space="preserve"> For this </w:t>
      </w:r>
      <w:r w:rsidR="00DC26EB" w:rsidRPr="00E13632">
        <w:t>purpose,</w:t>
      </w:r>
      <w:r w:rsidR="00B67A36" w:rsidRPr="00E13632">
        <w:t xml:space="preserve"> a</w:t>
      </w:r>
      <w:r w:rsidR="00776ACB" w:rsidRPr="00E13632">
        <w:t xml:space="preserve"> </w:t>
      </w:r>
      <w:r w:rsidR="001C6FD6" w:rsidRPr="00E13632">
        <w:t xml:space="preserve">one level </w:t>
      </w:r>
      <w:r w:rsidRPr="00E13632">
        <w:t>parking lot</w:t>
      </w:r>
      <w:r w:rsidR="00E55D89" w:rsidRPr="00E13632">
        <w:t xml:space="preserve"> with 50 spaces divided on 2 sides</w:t>
      </w:r>
      <w:r w:rsidRPr="00E13632">
        <w:t xml:space="preserve"> will be used</w:t>
      </w:r>
      <w:r w:rsidR="00B67A36" w:rsidRPr="00E13632">
        <w:t>.</w:t>
      </w:r>
      <w:r w:rsidR="00776ACB" w:rsidRPr="00E13632">
        <w:t xml:space="preserve"> </w:t>
      </w:r>
      <w:r w:rsidR="001C6FD6" w:rsidRPr="00E13632">
        <w:t xml:space="preserve">The parking lot will </w:t>
      </w:r>
      <w:r w:rsidRPr="00E13632">
        <w:t>have</w:t>
      </w:r>
      <w:r w:rsidR="001C6FD6" w:rsidRPr="00E13632">
        <w:t xml:space="preserve"> sensors on top of each space so the system will know </w:t>
      </w:r>
      <w:r w:rsidRPr="00E13632">
        <w:t xml:space="preserve">how many spaces are </w:t>
      </w:r>
      <w:r w:rsidR="00DF7C75" w:rsidRPr="00E13632">
        <w:t>available;</w:t>
      </w:r>
      <w:r w:rsidR="00DF7C75">
        <w:t xml:space="preserve"> </w:t>
      </w:r>
      <w:r w:rsidR="001C6FD6" w:rsidRPr="00E13632">
        <w:t xml:space="preserve">there will </w:t>
      </w:r>
      <w:r w:rsidR="00DF7C75">
        <w:t xml:space="preserve">also </w:t>
      </w:r>
      <w:r w:rsidR="001C6FD6" w:rsidRPr="00E13632">
        <w:t xml:space="preserve">be a screen at specific points in the parking lot indicating the number and the direction of available spaces. </w:t>
      </w:r>
      <w:r w:rsidR="00BD1F40">
        <w:t>This so the drivers can find an empty parking spot faster and reduce queue time in parking lots.</w:t>
      </w:r>
    </w:p>
    <w:p w:rsidR="005127FE" w:rsidRPr="00E13632" w:rsidRDefault="00116B7A" w:rsidP="009B4E27">
      <w:pPr>
        <w:jc w:val="both"/>
      </w:pPr>
      <w:r>
        <w:rPr>
          <w:noProof/>
          <w:lang w:val="es-MX" w:eastAsia="es-MX"/>
        </w:rPr>
        <w:drawing>
          <wp:inline distT="0" distB="0" distL="0" distR="0">
            <wp:extent cx="5934075" cy="26955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2A4D" w:rsidRPr="008B2A4D">
        <w:rPr>
          <w:noProof/>
          <w:lang w:eastAsia="es-MX"/>
        </w:rPr>
        <w:t xml:space="preserve"> </w:t>
      </w:r>
    </w:p>
    <w:p w:rsidR="008B2A4D" w:rsidRPr="008B2A4D" w:rsidRDefault="008B2A4D" w:rsidP="008B2A4D">
      <w:pPr>
        <w:pStyle w:val="Caption"/>
        <w:jc w:val="center"/>
        <w:rPr>
          <w:color w:val="000000" w:themeColor="text1"/>
        </w:rPr>
      </w:pPr>
      <w:r w:rsidRPr="008B2A4D">
        <w:rPr>
          <w:color w:val="000000" w:themeColor="text1"/>
        </w:rPr>
        <w:t xml:space="preserve">Figure </w:t>
      </w:r>
      <w:r w:rsidRPr="008B2A4D">
        <w:rPr>
          <w:color w:val="000000" w:themeColor="text1"/>
        </w:rPr>
        <w:fldChar w:fldCharType="begin"/>
      </w:r>
      <w:r w:rsidRPr="008B2A4D">
        <w:rPr>
          <w:color w:val="000000" w:themeColor="text1"/>
        </w:rPr>
        <w:instrText xml:space="preserve"> SEQ Figure \* ARABIC </w:instrText>
      </w:r>
      <w:r w:rsidRPr="008B2A4D">
        <w:rPr>
          <w:color w:val="000000" w:themeColor="text1"/>
        </w:rPr>
        <w:fldChar w:fldCharType="separate"/>
      </w:r>
      <w:r w:rsidRPr="008B2A4D">
        <w:rPr>
          <w:noProof/>
          <w:color w:val="000000" w:themeColor="text1"/>
        </w:rPr>
        <w:t>1</w:t>
      </w:r>
      <w:r w:rsidRPr="008B2A4D">
        <w:rPr>
          <w:color w:val="000000" w:themeColor="text1"/>
        </w:rPr>
        <w:fldChar w:fldCharType="end"/>
      </w:r>
      <w:r w:rsidRPr="008B2A4D">
        <w:rPr>
          <w:color w:val="000000" w:themeColor="text1"/>
        </w:rPr>
        <w:t xml:space="preserve"> - Model Structure</w:t>
      </w:r>
    </w:p>
    <w:p w:rsidR="001C6FD6" w:rsidRPr="000D6E7E" w:rsidRDefault="000D6E7E" w:rsidP="009B4E27">
      <w:pPr>
        <w:pStyle w:val="ListParagraph"/>
        <w:numPr>
          <w:ilvl w:val="0"/>
          <w:numId w:val="13"/>
        </w:numPr>
        <w:jc w:val="both"/>
        <w:rPr>
          <w:rFonts w:asciiTheme="majorHAnsi" w:hAnsiTheme="majorHAnsi"/>
          <w:b/>
          <w:sz w:val="28"/>
        </w:rPr>
      </w:pPr>
      <w:r w:rsidRPr="000D6E7E">
        <w:rPr>
          <w:rFonts w:asciiTheme="majorHAnsi" w:hAnsiTheme="majorHAnsi"/>
          <w:b/>
          <w:sz w:val="28"/>
        </w:rPr>
        <w:t>Components</w:t>
      </w:r>
    </w:p>
    <w:p w:rsidR="000D6E7E" w:rsidRPr="00E13632" w:rsidRDefault="000D6E7E" w:rsidP="009B4E27">
      <w:pPr>
        <w:pStyle w:val="ListParagraph"/>
        <w:jc w:val="both"/>
      </w:pPr>
      <w:r w:rsidRPr="00E13632">
        <w:t>-</w:t>
      </w:r>
      <w:r w:rsidR="00E13632" w:rsidRPr="00E13632">
        <w:t xml:space="preserve"> </w:t>
      </w:r>
      <w:r w:rsidRPr="00E13632">
        <w:rPr>
          <w:b/>
        </w:rPr>
        <w:t>Access control</w:t>
      </w:r>
      <w:r w:rsidR="00E13632" w:rsidRPr="00E13632">
        <w:rPr>
          <w:b/>
        </w:rPr>
        <w:t xml:space="preserve"> A</w:t>
      </w:r>
      <w:r w:rsidRPr="00E13632">
        <w:t>: this component has a random input and can generate an output when the “Button” function is activated</w:t>
      </w:r>
      <w:r w:rsidR="00E13632" w:rsidRPr="00E13632">
        <w:t>.</w:t>
      </w:r>
    </w:p>
    <w:p w:rsidR="00E13632" w:rsidRPr="00E13632" w:rsidRDefault="00E13632" w:rsidP="009B4E27">
      <w:pPr>
        <w:pStyle w:val="ListParagraph"/>
        <w:jc w:val="both"/>
      </w:pPr>
      <w:r w:rsidRPr="00E13632">
        <w:t xml:space="preserve">- </w:t>
      </w:r>
      <w:r w:rsidRPr="00E13632">
        <w:rPr>
          <w:b/>
        </w:rPr>
        <w:t>Screen</w:t>
      </w:r>
      <w:r w:rsidRPr="00E13632">
        <w:t>: receives an input and generates an output depending on what function is activated, “Side A” or “Side B”.</w:t>
      </w:r>
    </w:p>
    <w:p w:rsidR="00E13632" w:rsidRPr="00E13632" w:rsidRDefault="00E13632" w:rsidP="009B4E27">
      <w:pPr>
        <w:pStyle w:val="ListParagraph"/>
        <w:jc w:val="both"/>
      </w:pPr>
      <w:r w:rsidRPr="00E13632">
        <w:t xml:space="preserve">- </w:t>
      </w:r>
      <w:r w:rsidRPr="00E13632">
        <w:rPr>
          <w:b/>
        </w:rPr>
        <w:t>Side A</w:t>
      </w:r>
      <w:r w:rsidRPr="00E13632">
        <w:t>: receives an input from “Screen” and generates an output once the function “</w:t>
      </w:r>
      <w:r w:rsidR="00DF7C75">
        <w:t>Sensor OFF</w:t>
      </w:r>
      <w:r w:rsidRPr="00E13632">
        <w:t>” is activated</w:t>
      </w:r>
    </w:p>
    <w:p w:rsidR="00E13632" w:rsidRPr="00E13632" w:rsidRDefault="00E13632" w:rsidP="009B4E27">
      <w:pPr>
        <w:pStyle w:val="ListParagraph"/>
        <w:jc w:val="both"/>
      </w:pPr>
      <w:r w:rsidRPr="00E13632">
        <w:t xml:space="preserve">- </w:t>
      </w:r>
      <w:r w:rsidRPr="00E13632">
        <w:rPr>
          <w:b/>
        </w:rPr>
        <w:t>Side B</w:t>
      </w:r>
      <w:r w:rsidRPr="00E13632">
        <w:t>: receives an input from “Screen” and generates an output once the function “</w:t>
      </w:r>
      <w:r w:rsidR="00DF7C75">
        <w:t>Sensor OFF</w:t>
      </w:r>
      <w:r w:rsidRPr="00E13632">
        <w:t>” is activated</w:t>
      </w:r>
    </w:p>
    <w:p w:rsidR="00E13632" w:rsidRPr="00E13632" w:rsidRDefault="00E13632" w:rsidP="009B4E27">
      <w:pPr>
        <w:pStyle w:val="ListParagraph"/>
        <w:jc w:val="both"/>
      </w:pPr>
      <w:r w:rsidRPr="00E13632">
        <w:t xml:space="preserve">- </w:t>
      </w:r>
      <w:r w:rsidRPr="00E13632">
        <w:rPr>
          <w:b/>
        </w:rPr>
        <w:t>Access control B</w:t>
      </w:r>
      <w:r w:rsidRPr="00E13632">
        <w:t>: receives an input from “Parking Lot” and generates an output once the function “Gate arm” is activated</w:t>
      </w:r>
    </w:p>
    <w:p w:rsidR="00E13632" w:rsidRPr="00E13632" w:rsidRDefault="00E13632" w:rsidP="009B4E27">
      <w:pPr>
        <w:pStyle w:val="ListParagraph"/>
        <w:jc w:val="both"/>
      </w:pPr>
      <w:r w:rsidRPr="00E13632">
        <w:t xml:space="preserve">- </w:t>
      </w:r>
      <w:r w:rsidRPr="00E13632">
        <w:rPr>
          <w:b/>
        </w:rPr>
        <w:t>Parking Lot</w:t>
      </w:r>
      <w:r w:rsidRPr="00E13632">
        <w:t xml:space="preserve">: </w:t>
      </w:r>
      <w:r w:rsidR="00DF7C75" w:rsidRPr="00E13632">
        <w:t>Receives</w:t>
      </w:r>
      <w:r w:rsidRPr="00E13632">
        <w:t xml:space="preserve"> an input from “Access control A” and is formed by 3 other submodels</w:t>
      </w:r>
    </w:p>
    <w:p w:rsidR="00E13632" w:rsidRDefault="00E13632" w:rsidP="009B4E27">
      <w:pPr>
        <w:pStyle w:val="ListParagraph"/>
        <w:jc w:val="both"/>
        <w:rPr>
          <w:sz w:val="24"/>
        </w:rPr>
      </w:pPr>
    </w:p>
    <w:p w:rsidR="00E13632" w:rsidRDefault="00E13632" w:rsidP="009B4E27">
      <w:pPr>
        <w:jc w:val="both"/>
        <w:rPr>
          <w:sz w:val="24"/>
        </w:rPr>
      </w:pPr>
      <w:r w:rsidRPr="000D6E7E">
        <w:rPr>
          <w:sz w:val="24"/>
        </w:rPr>
        <w:t xml:space="preserve">To </w:t>
      </w:r>
      <w:r>
        <w:rPr>
          <w:sz w:val="24"/>
        </w:rPr>
        <w:t>understand better</w:t>
      </w:r>
      <w:r w:rsidRPr="000D6E7E">
        <w:rPr>
          <w:sz w:val="24"/>
        </w:rPr>
        <w:t xml:space="preserve"> its behavior we can </w:t>
      </w:r>
      <w:r>
        <w:rPr>
          <w:sz w:val="24"/>
        </w:rPr>
        <w:t>see use an example with an empty parking lot</w:t>
      </w:r>
      <w:r w:rsidR="00DF7C75">
        <w:rPr>
          <w:sz w:val="24"/>
        </w:rPr>
        <w:t xml:space="preserve"> following Figure 1</w:t>
      </w:r>
      <w:r>
        <w:rPr>
          <w:sz w:val="24"/>
        </w:rPr>
        <w:t>. T</w:t>
      </w:r>
      <w:r w:rsidRPr="000D6E7E">
        <w:rPr>
          <w:sz w:val="24"/>
        </w:rPr>
        <w:t>he car will go into the access control, press the but</w:t>
      </w:r>
      <w:r w:rsidR="00DF7C75">
        <w:rPr>
          <w:sz w:val="24"/>
        </w:rPr>
        <w:t>ton for the gate arm to</w:t>
      </w:r>
      <w:r w:rsidRPr="000D6E7E">
        <w:rPr>
          <w:sz w:val="24"/>
        </w:rPr>
        <w:t xml:space="preserve"> open and then go inside the parking lot, where the driver in the car will look into the screen and see wich side has an available space, side A or side B, assuming the car goes side B then it will take a parking spot wich will</w:t>
      </w:r>
      <w:r w:rsidR="00DF7C75">
        <w:rPr>
          <w:sz w:val="24"/>
        </w:rPr>
        <w:t xml:space="preserve"> activate a sensor and</w:t>
      </w:r>
      <w:r w:rsidRPr="000D6E7E">
        <w:rPr>
          <w:sz w:val="24"/>
        </w:rPr>
        <w:t xml:space="preserve"> subtract a space </w:t>
      </w:r>
      <w:r w:rsidR="00DF7C75">
        <w:rPr>
          <w:sz w:val="24"/>
        </w:rPr>
        <w:t xml:space="preserve">in the screen </w:t>
      </w:r>
      <w:r w:rsidRPr="000D6E7E">
        <w:rPr>
          <w:sz w:val="24"/>
        </w:rPr>
        <w:t xml:space="preserve">leaving 24 </w:t>
      </w:r>
      <w:bookmarkStart w:id="0" w:name="_GoBack"/>
      <w:bookmarkEnd w:id="0"/>
      <w:r w:rsidRPr="000D6E7E">
        <w:rPr>
          <w:sz w:val="24"/>
        </w:rPr>
        <w:lastRenderedPageBreak/>
        <w:t>spaces available. When the car</w:t>
      </w:r>
      <w:r w:rsidR="00DF7C75">
        <w:rPr>
          <w:sz w:val="24"/>
        </w:rPr>
        <w:t xml:space="preserve"> leaves the sensor will turn off and the screen</w:t>
      </w:r>
      <w:r w:rsidRPr="000D6E7E">
        <w:rPr>
          <w:sz w:val="24"/>
        </w:rPr>
        <w:t xml:space="preserve"> will add one empty space to side B and there will be 25 again</w:t>
      </w:r>
      <w:r w:rsidR="00DF7C75">
        <w:rPr>
          <w:sz w:val="24"/>
        </w:rPr>
        <w:t>.</w:t>
      </w:r>
      <w:r w:rsidR="00B6123F">
        <w:rPr>
          <w:sz w:val="24"/>
        </w:rPr>
        <w:t xml:space="preserve"> </w:t>
      </w:r>
    </w:p>
    <w:p w:rsidR="00474C69" w:rsidRDefault="00DC26EB" w:rsidP="009B4E27">
      <w:pPr>
        <w:pStyle w:val="Heading1"/>
        <w:numPr>
          <w:ilvl w:val="0"/>
          <w:numId w:val="0"/>
        </w:numPr>
        <w:pBdr>
          <w:bottom w:val="single" w:sz="4" w:space="0" w:color="595959" w:themeColor="text1" w:themeTint="A6"/>
        </w:pBdr>
        <w:jc w:val="both"/>
      </w:pPr>
      <w:r>
        <w:t>Models Formal Specifications</w:t>
      </w:r>
    </w:p>
    <w:p w:rsidR="00474C69" w:rsidRDefault="00474C69" w:rsidP="009B4E27">
      <w:pPr>
        <w:jc w:val="both"/>
        <w:rPr>
          <w:sz w:val="24"/>
        </w:rPr>
      </w:pPr>
      <w:r>
        <w:rPr>
          <w:sz w:val="24"/>
        </w:rPr>
        <w:t xml:space="preserve">As shown in Figure 1 the Parking Lot has 1 input and 1 output. Input is conditioned by “Acces Gate A” wich generates an output once it is activated, output generated from Parking Lot becomes an input for </w:t>
      </w:r>
      <w:r w:rsidR="009B4E27">
        <w:rPr>
          <w:sz w:val="24"/>
        </w:rPr>
        <w:t>“Acces Gate B” that once is activated it allows the car to leave the building. The Parking Lot is formed by 3 components: Screen, Side A and Side B. Screen sends cars either to Side A or Side B and then the side chosen activates Sensor ON for a certain period of time, once this period is finished it activates Sensor OFF to generate an output for Parking Lot.</w:t>
      </w:r>
    </w:p>
    <w:p w:rsidR="009B4E27" w:rsidRPr="00474C69" w:rsidRDefault="009B4E27" w:rsidP="009B4E27">
      <w:pPr>
        <w:jc w:val="both"/>
        <w:rPr>
          <w:sz w:val="24"/>
          <w:vertAlign w:val="subscript"/>
        </w:rPr>
      </w:pPr>
    </w:p>
    <w:p w:rsidR="00474C69" w:rsidRPr="008A01AF" w:rsidRDefault="00DC26EB" w:rsidP="009B4E27">
      <w:pPr>
        <w:pStyle w:val="PlainText"/>
        <w:spacing w:line="360" w:lineRule="auto"/>
        <w:jc w:val="both"/>
        <w:rPr>
          <w:rFonts w:asciiTheme="majorHAnsi" w:hAnsiTheme="majorHAnsi"/>
          <w:b/>
          <w:bCs/>
          <w:sz w:val="28"/>
          <w:szCs w:val="24"/>
        </w:rPr>
      </w:pPr>
      <w:r>
        <w:rPr>
          <w:rFonts w:asciiTheme="majorHAnsi" w:hAnsiTheme="majorHAnsi"/>
          <w:b/>
          <w:bCs/>
          <w:sz w:val="28"/>
          <w:szCs w:val="24"/>
        </w:rPr>
        <w:t>Atomic Models</w:t>
      </w:r>
    </w:p>
    <w:p w:rsidR="009B4E27" w:rsidRPr="008A01AF" w:rsidRDefault="00474C69" w:rsidP="009B4E27">
      <w:pPr>
        <w:pStyle w:val="PlainText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The formal specifications &lt;S, X, Y, δ</w:t>
      </w:r>
      <w:r w:rsidRPr="008A01AF">
        <w:rPr>
          <w:rFonts w:asciiTheme="minorHAnsi" w:hAnsiTheme="minorHAnsi"/>
          <w:sz w:val="28"/>
          <w:szCs w:val="24"/>
          <w:vertAlign w:val="subscript"/>
        </w:rPr>
        <w:t>int</w:t>
      </w:r>
      <w:r w:rsidRPr="008A01AF">
        <w:rPr>
          <w:rFonts w:asciiTheme="minorHAnsi" w:hAnsiTheme="minorHAnsi"/>
          <w:sz w:val="24"/>
          <w:szCs w:val="24"/>
        </w:rPr>
        <w:t>, δ</w:t>
      </w:r>
      <w:r w:rsidRPr="008A01AF">
        <w:rPr>
          <w:rFonts w:asciiTheme="minorHAnsi" w:hAnsiTheme="minorHAnsi"/>
          <w:sz w:val="28"/>
          <w:szCs w:val="24"/>
          <w:vertAlign w:val="subscript"/>
        </w:rPr>
        <w:t>ext</w:t>
      </w:r>
      <w:r w:rsidRPr="008A01AF">
        <w:rPr>
          <w:rFonts w:asciiTheme="minorHAnsi" w:hAnsiTheme="minorHAnsi"/>
          <w:sz w:val="24"/>
          <w:szCs w:val="24"/>
        </w:rPr>
        <w:t xml:space="preserve">, λ, ta&gt; for the </w:t>
      </w:r>
      <w:r w:rsidRPr="008A01AF">
        <w:rPr>
          <w:rFonts w:asciiTheme="minorHAnsi" w:hAnsiTheme="minorHAnsi"/>
          <w:b/>
          <w:i/>
          <w:sz w:val="24"/>
          <w:szCs w:val="24"/>
        </w:rPr>
        <w:t xml:space="preserve">atomic models </w:t>
      </w:r>
      <w:r w:rsidRPr="008A01AF">
        <w:rPr>
          <w:rFonts w:asciiTheme="minorHAnsi" w:hAnsiTheme="minorHAnsi"/>
          <w:sz w:val="24"/>
          <w:szCs w:val="24"/>
        </w:rPr>
        <w:t>are defined as follows:</w:t>
      </w:r>
    </w:p>
    <w:p w:rsidR="00116B7A" w:rsidRPr="008A01AF" w:rsidRDefault="00116B7A" w:rsidP="009B4E27">
      <w:pPr>
        <w:pStyle w:val="PlainText"/>
        <w:spacing w:line="360" w:lineRule="auto"/>
        <w:ind w:left="792"/>
        <w:jc w:val="both"/>
        <w:rPr>
          <w:rFonts w:asciiTheme="minorHAnsi" w:hAnsiTheme="minorHAnsi"/>
          <w:sz w:val="24"/>
          <w:szCs w:val="24"/>
        </w:rPr>
      </w:pPr>
    </w:p>
    <w:p w:rsidR="009B4E27" w:rsidRDefault="008A01AF" w:rsidP="009B4E27">
      <w:pPr>
        <w:pStyle w:val="PlainText"/>
        <w:numPr>
          <w:ilvl w:val="0"/>
          <w:numId w:val="15"/>
        </w:num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8A01AF">
        <w:rPr>
          <w:rFonts w:asciiTheme="minorHAnsi" w:hAnsiTheme="minorHAnsi"/>
          <w:b/>
          <w:sz w:val="24"/>
          <w:szCs w:val="24"/>
        </w:rPr>
        <w:t>Access Control A</w:t>
      </w:r>
      <w:r w:rsidR="008D37E8">
        <w:rPr>
          <w:rFonts w:asciiTheme="minorHAnsi" w:hAnsiTheme="minorHAnsi"/>
          <w:b/>
          <w:sz w:val="24"/>
          <w:szCs w:val="24"/>
        </w:rPr>
        <w:t xml:space="preserve"> </w:t>
      </w:r>
    </w:p>
    <w:p w:rsidR="00116B7A" w:rsidRPr="00DC26EB" w:rsidRDefault="00423799" w:rsidP="00116B7A">
      <w:pPr>
        <w:jc w:val="both"/>
        <w:rPr>
          <w:rFonts w:cs="Times New Roman"/>
          <w:sz w:val="24"/>
          <w:szCs w:val="24"/>
        </w:rPr>
      </w:pPr>
      <w:r w:rsidRPr="00DC26EB">
        <w:rPr>
          <w:sz w:val="24"/>
          <w:szCs w:val="24"/>
        </w:rPr>
        <w:t>Access Control is a</w:t>
      </w:r>
      <w:r w:rsidR="00116B7A" w:rsidRPr="00DC26EB">
        <w:rPr>
          <w:rFonts w:cs="Times New Roman"/>
          <w:sz w:val="24"/>
          <w:szCs w:val="24"/>
        </w:rPr>
        <w:t xml:space="preserve"> passive atomic model. It reacts to the input of pressing a button</w:t>
      </w:r>
      <w:r w:rsidRPr="00DC26EB">
        <w:rPr>
          <w:rFonts w:cs="Times New Roman"/>
          <w:sz w:val="24"/>
          <w:szCs w:val="24"/>
        </w:rPr>
        <w:t xml:space="preserve"> (1 sec)</w:t>
      </w:r>
      <w:r w:rsidR="00116B7A" w:rsidRPr="00DC26EB">
        <w:rPr>
          <w:rFonts w:cs="Times New Roman"/>
          <w:sz w:val="24"/>
          <w:szCs w:val="24"/>
        </w:rPr>
        <w:t xml:space="preserve">, and outputs a value </w:t>
      </w:r>
      <w:r w:rsidR="008E3981" w:rsidRPr="00DC26EB">
        <w:rPr>
          <w:rFonts w:cs="Times New Roman"/>
          <w:sz w:val="24"/>
          <w:szCs w:val="24"/>
        </w:rPr>
        <w:t>carA</w:t>
      </w:r>
      <w:r w:rsidR="00116B7A" w:rsidRPr="00DC26EB">
        <w:rPr>
          <w:rFonts w:cs="Times New Roman"/>
          <w:sz w:val="24"/>
          <w:szCs w:val="24"/>
        </w:rPr>
        <w:t xml:space="preserve"> simulating a car </w:t>
      </w:r>
      <w:r w:rsidR="008E3981" w:rsidRPr="00DC26EB">
        <w:rPr>
          <w:rFonts w:cs="Times New Roman"/>
          <w:sz w:val="24"/>
          <w:szCs w:val="24"/>
        </w:rPr>
        <w:t>arriving</w:t>
      </w:r>
      <w:r w:rsidR="00116B7A" w:rsidRPr="00DC26EB">
        <w:rPr>
          <w:rFonts w:cs="Times New Roman"/>
          <w:sz w:val="24"/>
          <w:szCs w:val="24"/>
        </w:rPr>
        <w:t>.</w:t>
      </w:r>
    </w:p>
    <w:p w:rsidR="001D2648" w:rsidRPr="008A01AF" w:rsidRDefault="008E3981" w:rsidP="001D2648">
      <w:pPr>
        <w:pStyle w:val="PlainText"/>
        <w:spacing w:line="360" w:lineRule="auto"/>
        <w:ind w:left="72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  <w:lang w:val="es-MX" w:eastAsia="es-MX"/>
        </w:rPr>
        <w:drawing>
          <wp:inline distT="0" distB="0" distL="0" distR="0">
            <wp:extent cx="3657600" cy="18288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27" w:rsidRPr="008A01AF" w:rsidRDefault="009B4E27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S = {</w:t>
      </w:r>
      <w:r w:rsidR="00A7173D">
        <w:rPr>
          <w:rFonts w:ascii="Times New Roman" w:hAnsi="Times New Roman"/>
          <w:sz w:val="24"/>
          <w:szCs w:val="24"/>
        </w:rPr>
        <w:t>close</w:t>
      </w:r>
      <w:r w:rsidRPr="008A01AF">
        <w:rPr>
          <w:rFonts w:ascii="Times New Roman" w:hAnsi="Times New Roman"/>
          <w:sz w:val="24"/>
          <w:szCs w:val="24"/>
        </w:rPr>
        <w:t xml:space="preserve">, </w:t>
      </w:r>
      <w:r w:rsidR="00A7173D">
        <w:rPr>
          <w:rFonts w:ascii="Times New Roman" w:hAnsi="Times New Roman"/>
          <w:sz w:val="24"/>
          <w:szCs w:val="24"/>
        </w:rPr>
        <w:t>open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9B4E27" w:rsidRPr="008A01AF" w:rsidRDefault="009B4E27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X = {</w:t>
      </w:r>
      <w:r w:rsidR="00116B7A">
        <w:rPr>
          <w:rFonts w:ascii="Times New Roman" w:hAnsi="Times New Roman"/>
          <w:sz w:val="24"/>
          <w:szCs w:val="24"/>
        </w:rPr>
        <w:t>button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9B4E27" w:rsidRPr="008A01AF" w:rsidRDefault="008E3981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 = {carA</w:t>
      </w:r>
      <w:r w:rsidR="009B4E27" w:rsidRPr="008A01AF">
        <w:rPr>
          <w:rFonts w:ascii="Times New Roman" w:hAnsi="Times New Roman"/>
          <w:sz w:val="24"/>
          <w:szCs w:val="24"/>
        </w:rPr>
        <w:t>}</w:t>
      </w:r>
    </w:p>
    <w:p w:rsidR="009B4E27" w:rsidRPr="008A01AF" w:rsidRDefault="008A01AF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int</w:t>
      </w:r>
      <w:r w:rsidR="009B4E27" w:rsidRPr="008A01AF">
        <w:rPr>
          <w:rFonts w:ascii="Times New Roman" w:hAnsi="Times New Roman"/>
          <w:sz w:val="24"/>
          <w:szCs w:val="24"/>
        </w:rPr>
        <w:t xml:space="preserve"> (</w:t>
      </w:r>
      <w:r w:rsidR="00423799">
        <w:rPr>
          <w:rFonts w:ascii="Times New Roman" w:hAnsi="Times New Roman"/>
          <w:sz w:val="24"/>
          <w:szCs w:val="24"/>
        </w:rPr>
        <w:t>close</w:t>
      </w:r>
      <w:r w:rsidR="009B4E27" w:rsidRPr="008A01AF">
        <w:rPr>
          <w:rFonts w:ascii="Times New Roman" w:hAnsi="Times New Roman"/>
          <w:sz w:val="24"/>
          <w:szCs w:val="24"/>
        </w:rPr>
        <w:t>) = passive</w:t>
      </w:r>
    </w:p>
    <w:p w:rsidR="009B4E27" w:rsidRDefault="008A01AF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ext</w:t>
      </w:r>
      <w:r w:rsidR="009B4E27" w:rsidRPr="008A01AF">
        <w:rPr>
          <w:rFonts w:ascii="Times New Roman" w:hAnsi="Times New Roman"/>
          <w:sz w:val="24"/>
          <w:szCs w:val="24"/>
        </w:rPr>
        <w:t xml:space="preserve"> (</w:t>
      </w:r>
      <w:r w:rsidR="00423799">
        <w:rPr>
          <w:rFonts w:ascii="Times New Roman" w:hAnsi="Times New Roman"/>
          <w:sz w:val="24"/>
          <w:szCs w:val="24"/>
        </w:rPr>
        <w:t>close</w:t>
      </w:r>
      <w:r w:rsidR="001D2648">
        <w:rPr>
          <w:rFonts w:ascii="Times New Roman" w:hAnsi="Times New Roman"/>
          <w:sz w:val="24"/>
          <w:szCs w:val="24"/>
        </w:rPr>
        <w:t xml:space="preserve">, </w:t>
      </w:r>
      <w:r w:rsidR="00423799">
        <w:rPr>
          <w:rFonts w:ascii="Times New Roman" w:hAnsi="Times New Roman"/>
          <w:sz w:val="24"/>
          <w:szCs w:val="24"/>
        </w:rPr>
        <w:t>e,</w:t>
      </w:r>
      <w:r w:rsidR="00116B7A">
        <w:rPr>
          <w:rFonts w:ascii="Times New Roman" w:hAnsi="Times New Roman"/>
          <w:sz w:val="24"/>
          <w:szCs w:val="24"/>
        </w:rPr>
        <w:t xml:space="preserve"> button</w:t>
      </w:r>
      <w:r w:rsidR="00426EE4">
        <w:rPr>
          <w:rFonts w:ascii="Times New Roman" w:hAnsi="Times New Roman"/>
          <w:sz w:val="24"/>
          <w:szCs w:val="24"/>
        </w:rPr>
        <w:t xml:space="preserve">) </w:t>
      </w:r>
    </w:p>
    <w:p w:rsidR="00426EE4" w:rsidRDefault="00426EE4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ab/>
        <w:t>if spacesB&gt;0;</w:t>
      </w:r>
    </w:p>
    <w:p w:rsidR="00426EE4" w:rsidRDefault="00426EE4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  <w:t>Open;</w:t>
      </w:r>
    </w:p>
    <w:p w:rsidR="00426EE4" w:rsidRDefault="00426EE4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else: </w:t>
      </w:r>
      <w:r>
        <w:rPr>
          <w:rFonts w:ascii="Times New Roman" w:hAnsi="Times New Roman"/>
          <w:sz w:val="24"/>
          <w:szCs w:val="24"/>
        </w:rPr>
        <w:tab/>
      </w:r>
    </w:p>
    <w:p w:rsidR="00426EE4" w:rsidRDefault="00426EE4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passivate; //parking lot is full</w:t>
      </w:r>
    </w:p>
    <w:p w:rsidR="00426EE4" w:rsidRPr="008A01AF" w:rsidRDefault="00426EE4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}</w:t>
      </w:r>
    </w:p>
    <w:p w:rsidR="009B4E27" w:rsidRPr="008A01AF" w:rsidRDefault="009B4E27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λ(</w:t>
      </w:r>
      <w:r w:rsidR="00423799">
        <w:rPr>
          <w:rFonts w:ascii="Times New Roman" w:hAnsi="Times New Roman"/>
          <w:sz w:val="24"/>
          <w:szCs w:val="24"/>
        </w:rPr>
        <w:t>open</w:t>
      </w:r>
      <w:r w:rsidRPr="008A01AF">
        <w:rPr>
          <w:rFonts w:ascii="Times New Roman" w:hAnsi="Times New Roman"/>
          <w:sz w:val="24"/>
          <w:szCs w:val="24"/>
        </w:rPr>
        <w:t>)</w:t>
      </w:r>
      <w:r w:rsidR="00423799">
        <w:rPr>
          <w:rFonts w:ascii="Times New Roman" w:hAnsi="Times New Roman"/>
          <w:sz w:val="24"/>
          <w:szCs w:val="24"/>
        </w:rPr>
        <w:t xml:space="preserve"> = </w:t>
      </w:r>
      <w:r w:rsidR="008E3981">
        <w:rPr>
          <w:rFonts w:ascii="Times New Roman" w:hAnsi="Times New Roman"/>
          <w:sz w:val="24"/>
          <w:szCs w:val="24"/>
        </w:rPr>
        <w:t>car</w:t>
      </w:r>
    </w:p>
    <w:p w:rsidR="009B4E27" w:rsidRPr="008A01AF" w:rsidRDefault="00423799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9B4E27" w:rsidRPr="008A01AF">
        <w:rPr>
          <w:rFonts w:ascii="Times New Roman" w:hAnsi="Times New Roman"/>
          <w:sz w:val="24"/>
          <w:szCs w:val="24"/>
        </w:rPr>
        <w:t>a(</w:t>
      </w:r>
      <w:r>
        <w:rPr>
          <w:rFonts w:ascii="Times New Roman" w:hAnsi="Times New Roman"/>
          <w:sz w:val="24"/>
          <w:szCs w:val="24"/>
        </w:rPr>
        <w:t>close</w:t>
      </w:r>
      <w:r w:rsidR="009B4E27" w:rsidRPr="008A01AF">
        <w:rPr>
          <w:rFonts w:ascii="Times New Roman" w:hAnsi="Times New Roman"/>
          <w:sz w:val="24"/>
          <w:szCs w:val="24"/>
        </w:rPr>
        <w:t>) = INFINITY</w:t>
      </w:r>
    </w:p>
    <w:p w:rsidR="009B4E27" w:rsidRPr="008A01AF" w:rsidRDefault="00423799" w:rsidP="009B4E27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ta(open</w:t>
      </w:r>
      <w:r w:rsidR="009B4E27" w:rsidRPr="008A01AF"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t>pressButton</w:t>
      </w:r>
    </w:p>
    <w:p w:rsidR="00474C69" w:rsidRDefault="00474C69" w:rsidP="009B4E27">
      <w:pPr>
        <w:jc w:val="both"/>
        <w:rPr>
          <w:sz w:val="24"/>
          <w:szCs w:val="24"/>
        </w:rPr>
      </w:pPr>
    </w:p>
    <w:p w:rsidR="008D37E8" w:rsidRDefault="008D37E8" w:rsidP="008D37E8">
      <w:pPr>
        <w:pStyle w:val="PlainText"/>
        <w:numPr>
          <w:ilvl w:val="0"/>
          <w:numId w:val="15"/>
        </w:num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Access Control B</w:t>
      </w:r>
    </w:p>
    <w:p w:rsidR="008D37E8" w:rsidRPr="00DC26EB" w:rsidRDefault="008D37E8" w:rsidP="008D37E8">
      <w:pPr>
        <w:jc w:val="both"/>
        <w:rPr>
          <w:rFonts w:cs="Times New Roman"/>
          <w:sz w:val="24"/>
          <w:szCs w:val="24"/>
        </w:rPr>
      </w:pPr>
      <w:r w:rsidRPr="00DC26EB">
        <w:rPr>
          <w:sz w:val="24"/>
          <w:szCs w:val="24"/>
        </w:rPr>
        <w:t>Access Control is a</w:t>
      </w:r>
      <w:r w:rsidRPr="00DC26EB">
        <w:rPr>
          <w:rFonts w:cs="Times New Roman"/>
          <w:sz w:val="24"/>
          <w:szCs w:val="24"/>
        </w:rPr>
        <w:t xml:space="preserve"> passive atomic model. It reacts to the input of pressing a button (1 sec), and outputs a value carL simulating a car leaving.</w:t>
      </w:r>
    </w:p>
    <w:p w:rsidR="0048753F" w:rsidRDefault="0048753F" w:rsidP="004875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s-MX" w:eastAsia="es-MX"/>
        </w:rPr>
        <w:drawing>
          <wp:inline distT="0" distB="0" distL="0" distR="0" wp14:anchorId="34C5D2F0" wp14:editId="243A1988">
            <wp:extent cx="3695700" cy="1600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S = {</w:t>
      </w:r>
      <w:r>
        <w:rPr>
          <w:rFonts w:ascii="Times New Roman" w:hAnsi="Times New Roman"/>
          <w:sz w:val="24"/>
          <w:szCs w:val="24"/>
        </w:rPr>
        <w:t>close</w:t>
      </w:r>
      <w:r w:rsidRPr="008A01A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open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X = {</w:t>
      </w:r>
      <w:r>
        <w:rPr>
          <w:rFonts w:ascii="Times New Roman" w:hAnsi="Times New Roman"/>
          <w:sz w:val="24"/>
          <w:szCs w:val="24"/>
        </w:rPr>
        <w:t>button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 = {carA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int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close</w:t>
      </w:r>
      <w:r w:rsidRPr="008A01AF">
        <w:rPr>
          <w:rFonts w:ascii="Times New Roman" w:hAnsi="Times New Roman"/>
          <w:sz w:val="24"/>
          <w:szCs w:val="24"/>
        </w:rPr>
        <w:t>) = passive</w:t>
      </w:r>
    </w:p>
    <w:p w:rsidR="008D37E8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ext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close, e, button) </w:t>
      </w:r>
    </w:p>
    <w:p w:rsidR="008D37E8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ab/>
        <w:t>if button=1;</w:t>
      </w:r>
    </w:p>
    <w:p w:rsidR="008D37E8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Open gate;</w:t>
      </w:r>
    </w:p>
    <w:p w:rsidR="008D37E8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else;</w:t>
      </w:r>
    </w:p>
    <w:p w:rsidR="008D37E8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Passivate;</w:t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}</w:t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λ(</w:t>
      </w:r>
      <w:r>
        <w:rPr>
          <w:rFonts w:ascii="Times New Roman" w:hAnsi="Times New Roman"/>
          <w:sz w:val="24"/>
          <w:szCs w:val="24"/>
        </w:rPr>
        <w:t>open</w:t>
      </w:r>
      <w:r w:rsidRPr="008A01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= car</w:t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A01AF">
        <w:rPr>
          <w:rFonts w:ascii="Times New Roman" w:hAnsi="Times New Roman"/>
          <w:sz w:val="24"/>
          <w:szCs w:val="24"/>
        </w:rPr>
        <w:t>a(</w:t>
      </w:r>
      <w:r>
        <w:rPr>
          <w:rFonts w:ascii="Times New Roman" w:hAnsi="Times New Roman"/>
          <w:sz w:val="24"/>
          <w:szCs w:val="24"/>
        </w:rPr>
        <w:t>close</w:t>
      </w:r>
      <w:r w:rsidRPr="008A01AF">
        <w:rPr>
          <w:rFonts w:ascii="Times New Roman" w:hAnsi="Times New Roman"/>
          <w:sz w:val="24"/>
          <w:szCs w:val="24"/>
        </w:rPr>
        <w:t>) = INFINITY</w:t>
      </w:r>
    </w:p>
    <w:p w:rsidR="008D37E8" w:rsidRPr="008A01AF" w:rsidRDefault="008D37E8" w:rsidP="008D37E8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ta(open</w:t>
      </w:r>
      <w:r w:rsidRPr="008A01AF"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t>pressButton</w:t>
      </w:r>
    </w:p>
    <w:p w:rsidR="00860793" w:rsidRDefault="00860793" w:rsidP="00860793">
      <w:pPr>
        <w:pStyle w:val="PlainText"/>
        <w:numPr>
          <w:ilvl w:val="0"/>
          <w:numId w:val="15"/>
        </w:num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Screen</w:t>
      </w:r>
    </w:p>
    <w:p w:rsidR="00A857DD" w:rsidRPr="00DC26EB" w:rsidRDefault="00A857DD" w:rsidP="00A857DD">
      <w:pPr>
        <w:jc w:val="both"/>
        <w:rPr>
          <w:rFonts w:cs="Times New Roman"/>
          <w:sz w:val="24"/>
          <w:szCs w:val="24"/>
        </w:rPr>
      </w:pPr>
      <w:r w:rsidRPr="00DC26EB">
        <w:rPr>
          <w:sz w:val="24"/>
          <w:szCs w:val="24"/>
        </w:rPr>
        <w:t>Screen is an</w:t>
      </w:r>
      <w:r w:rsidRPr="00DC26EB">
        <w:rPr>
          <w:rFonts w:cs="Times New Roman"/>
          <w:sz w:val="24"/>
          <w:szCs w:val="24"/>
        </w:rPr>
        <w:t xml:space="preserve"> active atomic model. It is always showing the number of parking spaces available and if they are at Side A or B, the outputs outA and outB simulates a car choosing a side.</w:t>
      </w:r>
    </w:p>
    <w:p w:rsidR="0048753F" w:rsidRDefault="0048753F" w:rsidP="004875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val="es-MX" w:eastAsia="es-MX"/>
        </w:rPr>
        <w:drawing>
          <wp:inline distT="0" distB="0" distL="0" distR="0" wp14:anchorId="52C78374" wp14:editId="4B0ADED1">
            <wp:extent cx="2895600" cy="162436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812" cy="163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7DD" w:rsidRDefault="00A857DD" w:rsidP="00A857DD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State Variables:</w:t>
      </w:r>
    </w:p>
    <w:p w:rsidR="00B14B0F" w:rsidRDefault="00A857DD" w:rsidP="00B14B0F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spacesA = 25;</w:t>
      </w:r>
      <w:r w:rsidR="00B14B0F">
        <w:rPr>
          <w:rFonts w:ascii="Times New Roman" w:hAnsi="Times New Roman"/>
          <w:sz w:val="22"/>
        </w:rPr>
        <w:t xml:space="preserve"> // number of total car spaces on sideA </w:t>
      </w:r>
    </w:p>
    <w:p w:rsidR="00A857DD" w:rsidRDefault="00B14B0F" w:rsidP="00A857DD">
      <w:pPr>
        <w:pStyle w:val="PlainText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spacesB = 25;  // number of total car spaces on sideB</w:t>
      </w:r>
      <w:r w:rsidR="00A857DD">
        <w:rPr>
          <w:rFonts w:ascii="Times New Roman" w:hAnsi="Times New Roman"/>
          <w:sz w:val="22"/>
        </w:rPr>
        <w:t xml:space="preserve"> </w:t>
      </w:r>
    </w:p>
    <w:p w:rsidR="00860793" w:rsidRPr="008A01AF" w:rsidRDefault="00860793" w:rsidP="00860793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S = {</w:t>
      </w:r>
      <w:r w:rsidR="0020339D">
        <w:rPr>
          <w:rFonts w:ascii="Times New Roman" w:hAnsi="Times New Roman"/>
          <w:sz w:val="24"/>
          <w:szCs w:val="24"/>
        </w:rPr>
        <w:t>spacesA, spacesB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860793" w:rsidRPr="008D37E8" w:rsidRDefault="00860793" w:rsidP="00860793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D37E8">
        <w:rPr>
          <w:rFonts w:ascii="Times New Roman" w:hAnsi="Times New Roman"/>
          <w:sz w:val="24"/>
          <w:szCs w:val="24"/>
        </w:rPr>
        <w:t>X = {</w:t>
      </w:r>
      <w:r w:rsidR="00A857DD" w:rsidRPr="008D37E8">
        <w:rPr>
          <w:rFonts w:ascii="Times New Roman" w:hAnsi="Times New Roman"/>
          <w:sz w:val="24"/>
          <w:szCs w:val="24"/>
        </w:rPr>
        <w:t>carIn</w:t>
      </w:r>
      <w:r w:rsidRPr="008D37E8">
        <w:rPr>
          <w:rFonts w:ascii="Times New Roman" w:hAnsi="Times New Roman"/>
          <w:sz w:val="24"/>
          <w:szCs w:val="24"/>
        </w:rPr>
        <w:t>}</w:t>
      </w:r>
    </w:p>
    <w:p w:rsidR="00860793" w:rsidRPr="008D37E8" w:rsidRDefault="00A857DD" w:rsidP="00860793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D37E8">
        <w:rPr>
          <w:rFonts w:ascii="Times New Roman" w:hAnsi="Times New Roman"/>
          <w:sz w:val="24"/>
          <w:szCs w:val="24"/>
        </w:rPr>
        <w:t>Y = {outA, outB</w:t>
      </w:r>
      <w:r w:rsidR="00860793" w:rsidRPr="008D37E8">
        <w:rPr>
          <w:rFonts w:ascii="Times New Roman" w:hAnsi="Times New Roman"/>
          <w:sz w:val="24"/>
          <w:szCs w:val="24"/>
        </w:rPr>
        <w:t>}</w:t>
      </w:r>
    </w:p>
    <w:p w:rsidR="00860793" w:rsidRPr="008A01AF" w:rsidRDefault="00860793" w:rsidP="00860793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int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 w:rsidR="00A857DD">
        <w:rPr>
          <w:rFonts w:ascii="Times New Roman" w:hAnsi="Times New Roman"/>
          <w:sz w:val="24"/>
          <w:szCs w:val="24"/>
        </w:rPr>
        <w:t>active</w:t>
      </w:r>
      <w:r w:rsidRPr="008A01AF">
        <w:rPr>
          <w:rFonts w:ascii="Times New Roman" w:hAnsi="Times New Roman"/>
          <w:sz w:val="24"/>
          <w:szCs w:val="24"/>
        </w:rPr>
        <w:t xml:space="preserve">) = </w:t>
      </w:r>
      <w:r w:rsidR="00A857DD">
        <w:rPr>
          <w:rFonts w:ascii="Times New Roman" w:hAnsi="Times New Roman"/>
          <w:sz w:val="24"/>
          <w:szCs w:val="24"/>
        </w:rPr>
        <w:t>active</w:t>
      </w:r>
    </w:p>
    <w:p w:rsidR="00860793" w:rsidRDefault="00860793" w:rsidP="00860793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ext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 w:rsidR="0020339D">
        <w:rPr>
          <w:rFonts w:ascii="Times New Roman" w:hAnsi="Times New Roman"/>
          <w:sz w:val="24"/>
          <w:szCs w:val="24"/>
        </w:rPr>
        <w:t>spacesA, spacesB</w:t>
      </w:r>
      <w:r>
        <w:rPr>
          <w:rFonts w:ascii="Times New Roman" w:hAnsi="Times New Roman"/>
          <w:sz w:val="24"/>
          <w:szCs w:val="24"/>
        </w:rPr>
        <w:t xml:space="preserve">, e, </w:t>
      </w:r>
      <w:r w:rsidR="00A857DD">
        <w:rPr>
          <w:rFonts w:ascii="Times New Roman" w:hAnsi="Times New Roman"/>
          <w:sz w:val="24"/>
          <w:szCs w:val="24"/>
        </w:rPr>
        <w:t>carIn</w:t>
      </w:r>
      <w:r w:rsidRPr="008A01AF">
        <w:rPr>
          <w:rFonts w:ascii="Times New Roman" w:hAnsi="Times New Roman"/>
          <w:sz w:val="24"/>
          <w:szCs w:val="24"/>
        </w:rPr>
        <w:t xml:space="preserve">) = </w:t>
      </w:r>
      <w:r w:rsidR="00A857DD">
        <w:rPr>
          <w:rFonts w:ascii="Times New Roman" w:hAnsi="Times New Roman"/>
          <w:sz w:val="24"/>
          <w:szCs w:val="24"/>
        </w:rPr>
        <w:t>active</w:t>
      </w:r>
    </w:p>
    <w:p w:rsidR="0020339D" w:rsidRDefault="0020339D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 case carIn</w:t>
      </w:r>
    </w:p>
    <w:p w:rsidR="0020339D" w:rsidRDefault="0020339D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spacesA:</w:t>
      </w:r>
    </w:p>
    <w:p w:rsidR="0020339D" w:rsidRDefault="0020339D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if spacesA=0;</w:t>
      </w:r>
    </w:p>
    <w:p w:rsidR="0020339D" w:rsidRDefault="0020339D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goto spacesB;</w:t>
      </w:r>
    </w:p>
    <w:p w:rsidR="0020339D" w:rsidRDefault="0020339D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else:</w:t>
      </w:r>
    </w:p>
    <w:p w:rsidR="0020339D" w:rsidRDefault="0020339D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B4BEC">
        <w:rPr>
          <w:rFonts w:ascii="Times New Roman" w:hAnsi="Times New Roman"/>
          <w:sz w:val="24"/>
          <w:szCs w:val="24"/>
        </w:rPr>
        <w:t>output=outA</w:t>
      </w:r>
    </w:p>
    <w:p w:rsidR="008B4BEC" w:rsidRDefault="008B4BEC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spacesB:</w:t>
      </w:r>
    </w:p>
    <w:p w:rsidR="008B4BEC" w:rsidRDefault="008B4BEC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if spacesB</w:t>
      </w:r>
      <w:r w:rsidR="00426EE4">
        <w:rPr>
          <w:rFonts w:ascii="Times New Roman" w:hAnsi="Times New Roman"/>
          <w:sz w:val="24"/>
          <w:szCs w:val="24"/>
        </w:rPr>
        <w:t>&gt;1</w:t>
      </w:r>
    </w:p>
    <w:p w:rsidR="00426EE4" w:rsidRDefault="00426EE4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output=outB</w:t>
      </w:r>
    </w:p>
    <w:p w:rsidR="00426EE4" w:rsidRDefault="00426EE4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else:</w:t>
      </w:r>
    </w:p>
    <w:p w:rsidR="00426EE4" w:rsidRDefault="00426EE4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//shouldn’t exist, no spaces available.</w:t>
      </w:r>
    </w:p>
    <w:p w:rsidR="00426EE4" w:rsidRPr="008A01AF" w:rsidRDefault="00426EE4" w:rsidP="0020339D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}</w:t>
      </w:r>
    </w:p>
    <w:p w:rsidR="00860793" w:rsidRDefault="00860793" w:rsidP="00860793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λ(</w:t>
      </w:r>
      <w:r w:rsidR="00FF352A">
        <w:rPr>
          <w:rFonts w:ascii="Times New Roman" w:hAnsi="Times New Roman"/>
          <w:sz w:val="24"/>
          <w:szCs w:val="24"/>
        </w:rPr>
        <w:t>active</w:t>
      </w:r>
      <w:r w:rsidRPr="008A01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= </w:t>
      </w:r>
      <w:r w:rsidR="00FF352A">
        <w:rPr>
          <w:rFonts w:ascii="Times New Roman" w:hAnsi="Times New Roman"/>
          <w:sz w:val="24"/>
          <w:szCs w:val="24"/>
        </w:rPr>
        <w:t>OutA, OutB</w:t>
      </w:r>
    </w:p>
    <w:p w:rsidR="00860793" w:rsidRPr="008A01AF" w:rsidRDefault="00860793" w:rsidP="00860793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A01AF">
        <w:rPr>
          <w:rFonts w:ascii="Times New Roman" w:hAnsi="Times New Roman"/>
          <w:sz w:val="24"/>
          <w:szCs w:val="24"/>
        </w:rPr>
        <w:t>a(</w:t>
      </w:r>
      <w:r w:rsidR="00FF352A">
        <w:rPr>
          <w:rFonts w:ascii="Times New Roman" w:hAnsi="Times New Roman"/>
          <w:sz w:val="24"/>
          <w:szCs w:val="24"/>
        </w:rPr>
        <w:t>active</w:t>
      </w:r>
      <w:r w:rsidRPr="008A01AF">
        <w:rPr>
          <w:rFonts w:ascii="Times New Roman" w:hAnsi="Times New Roman"/>
          <w:sz w:val="24"/>
          <w:szCs w:val="24"/>
        </w:rPr>
        <w:t>) = INFINITY</w:t>
      </w:r>
    </w:p>
    <w:p w:rsidR="00C06A26" w:rsidRDefault="00C06A26" w:rsidP="00C06A26">
      <w:pPr>
        <w:pStyle w:val="PlainText"/>
        <w:numPr>
          <w:ilvl w:val="0"/>
          <w:numId w:val="15"/>
        </w:num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Side A</w:t>
      </w:r>
    </w:p>
    <w:p w:rsidR="0073359D" w:rsidRPr="0073359D" w:rsidRDefault="0073359D" w:rsidP="0073359D">
      <w:pPr>
        <w:ind w:left="360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Side A</w:t>
      </w:r>
      <w:r w:rsidRPr="0073359D">
        <w:rPr>
          <w:sz w:val="24"/>
          <w:szCs w:val="24"/>
        </w:rPr>
        <w:t xml:space="preserve"> is a</w:t>
      </w:r>
      <w:r>
        <w:rPr>
          <w:sz w:val="24"/>
          <w:szCs w:val="24"/>
        </w:rPr>
        <w:t>n</w:t>
      </w:r>
      <w:r w:rsidRPr="0073359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active</w:t>
      </w:r>
      <w:r w:rsidRPr="0073359D">
        <w:rPr>
          <w:rFonts w:cs="Times New Roman"/>
          <w:sz w:val="24"/>
          <w:szCs w:val="24"/>
        </w:rPr>
        <w:t xml:space="preserve"> atomic model. It reacts to the input of </w:t>
      </w:r>
      <w:r w:rsidR="00071143">
        <w:rPr>
          <w:rFonts w:cs="Times New Roman"/>
          <w:sz w:val="24"/>
          <w:szCs w:val="24"/>
        </w:rPr>
        <w:t>a car being sent to a specific side of the parking lot by “Screen”, it has a sensor on top of each parking space with a light to indicate it is empty and turns off when a car parks there.</w:t>
      </w:r>
      <w:r w:rsidR="00180031">
        <w:rPr>
          <w:rFonts w:cs="Times New Roman"/>
          <w:sz w:val="24"/>
          <w:szCs w:val="24"/>
        </w:rPr>
        <w:t xml:space="preserve"> </w:t>
      </w:r>
      <w:r w:rsidR="00071143">
        <w:rPr>
          <w:rFonts w:cs="Times New Roman"/>
          <w:sz w:val="24"/>
          <w:szCs w:val="24"/>
        </w:rPr>
        <w:t>It</w:t>
      </w:r>
      <w:r w:rsidRPr="0073359D">
        <w:rPr>
          <w:rFonts w:cs="Times New Roman"/>
          <w:sz w:val="24"/>
          <w:szCs w:val="24"/>
        </w:rPr>
        <w:t xml:space="preserve"> outputs a value </w:t>
      </w:r>
      <w:r w:rsidR="00071143">
        <w:rPr>
          <w:rFonts w:cs="Times New Roman"/>
          <w:sz w:val="24"/>
          <w:szCs w:val="24"/>
        </w:rPr>
        <w:t>Out</w:t>
      </w:r>
      <w:r w:rsidRPr="0073359D">
        <w:rPr>
          <w:rFonts w:cs="Times New Roman"/>
          <w:sz w:val="24"/>
          <w:szCs w:val="24"/>
        </w:rPr>
        <w:t xml:space="preserve"> simulating a car </w:t>
      </w:r>
      <w:r w:rsidR="00071143">
        <w:rPr>
          <w:rFonts w:cs="Times New Roman"/>
          <w:sz w:val="24"/>
          <w:szCs w:val="24"/>
        </w:rPr>
        <w:t>leaving</w:t>
      </w:r>
      <w:r w:rsidRPr="0073359D">
        <w:rPr>
          <w:rFonts w:cs="Times New Roman"/>
          <w:sz w:val="24"/>
          <w:szCs w:val="24"/>
        </w:rPr>
        <w:t>.</w:t>
      </w:r>
    </w:p>
    <w:p w:rsidR="0073359D" w:rsidRDefault="0073359D" w:rsidP="0073359D">
      <w:pPr>
        <w:pStyle w:val="PlainText"/>
        <w:spacing w:line="360" w:lineRule="auto"/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:rsidR="00FF352A" w:rsidRDefault="00FF352A" w:rsidP="00FF352A">
      <w:pPr>
        <w:pStyle w:val="PlainText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C06A26" w:rsidRDefault="00FF352A" w:rsidP="00FF352A">
      <w:pPr>
        <w:pStyle w:val="PlainText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  <w:lang w:val="es-MX" w:eastAsia="es-MX"/>
        </w:rPr>
        <w:drawing>
          <wp:inline distT="0" distB="0" distL="0" distR="0">
            <wp:extent cx="2886075" cy="148203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853" cy="1490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variable = available =25</w:t>
      </w:r>
    </w:p>
    <w:p w:rsidR="00FF352A" w:rsidRPr="008A01AF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S = {</w:t>
      </w:r>
      <w:r>
        <w:rPr>
          <w:rFonts w:ascii="Times New Roman" w:hAnsi="Times New Roman"/>
          <w:sz w:val="24"/>
          <w:szCs w:val="24"/>
        </w:rPr>
        <w:t>On,Off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FF352A" w:rsidRPr="008A01AF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X = {</w:t>
      </w:r>
      <w:r>
        <w:rPr>
          <w:rFonts w:ascii="Times New Roman" w:hAnsi="Times New Roman"/>
          <w:sz w:val="24"/>
          <w:szCs w:val="24"/>
        </w:rPr>
        <w:t>In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FF352A" w:rsidRPr="008A01AF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 = {Out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FF352A" w:rsidRPr="008A01AF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int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ON</w:t>
      </w:r>
      <w:r w:rsidRPr="008A01AF"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t>active</w:t>
      </w:r>
    </w:p>
    <w:p w:rsidR="00FF352A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ext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In, e, ) </w:t>
      </w:r>
    </w:p>
    <w:p w:rsidR="00FF352A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ab/>
      </w:r>
    </w:p>
    <w:p w:rsidR="00FF352A" w:rsidRDefault="00BC204F" w:rsidP="00FF352A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Input</w:t>
      </w:r>
    </w:p>
    <w:p w:rsidR="00BC204F" w:rsidRDefault="00BC204F" w:rsidP="00FF352A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</w:t>
      </w:r>
    </w:p>
    <w:p w:rsidR="00FF352A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204F">
        <w:rPr>
          <w:rFonts w:ascii="Times New Roman" w:hAnsi="Times New Roman"/>
          <w:sz w:val="24"/>
          <w:szCs w:val="24"/>
        </w:rPr>
        <w:t>Sensor Off</w:t>
      </w:r>
      <w:r>
        <w:rPr>
          <w:rFonts w:ascii="Times New Roman" w:hAnsi="Times New Roman"/>
          <w:sz w:val="24"/>
          <w:szCs w:val="24"/>
        </w:rPr>
        <w:t>;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Available=available-1;</w:t>
      </w:r>
    </w:p>
    <w:p w:rsidR="00BC204F" w:rsidRDefault="00BC204F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}</w:t>
      </w:r>
    </w:p>
    <w:p w:rsidR="00FF352A" w:rsidRDefault="00FF352A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F352A" w:rsidRPr="008A01AF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}</w:t>
      </w:r>
    </w:p>
    <w:p w:rsidR="00FF352A" w:rsidRPr="008A01AF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λ(</w:t>
      </w:r>
      <w:r>
        <w:rPr>
          <w:rFonts w:ascii="Times New Roman" w:hAnsi="Times New Roman"/>
          <w:sz w:val="24"/>
          <w:szCs w:val="24"/>
        </w:rPr>
        <w:t>open</w:t>
      </w:r>
      <w:r w:rsidRPr="008A01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= car</w:t>
      </w:r>
    </w:p>
    <w:p w:rsidR="00FF352A" w:rsidRDefault="00FF352A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A01AF">
        <w:rPr>
          <w:rFonts w:ascii="Times New Roman" w:hAnsi="Times New Roman"/>
          <w:sz w:val="24"/>
          <w:szCs w:val="24"/>
        </w:rPr>
        <w:t>a(</w:t>
      </w:r>
      <w:r w:rsidR="00BC204F">
        <w:rPr>
          <w:rFonts w:ascii="Times New Roman" w:hAnsi="Times New Roman"/>
          <w:sz w:val="24"/>
          <w:szCs w:val="24"/>
        </w:rPr>
        <w:t>ON</w:t>
      </w:r>
      <w:r w:rsidRPr="008A01AF">
        <w:rPr>
          <w:rFonts w:ascii="Times New Roman" w:hAnsi="Times New Roman"/>
          <w:sz w:val="24"/>
          <w:szCs w:val="24"/>
        </w:rPr>
        <w:t>) = INFINITY</w:t>
      </w:r>
    </w:p>
    <w:p w:rsidR="00BC204F" w:rsidRPr="008A01AF" w:rsidRDefault="00BC204F" w:rsidP="00FF352A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ta(OFF)= Random from 1 to 60 minutes</w:t>
      </w:r>
    </w:p>
    <w:p w:rsidR="00C06A26" w:rsidRDefault="00C06A26" w:rsidP="00C06A26">
      <w:pPr>
        <w:pStyle w:val="PlainText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C06A26" w:rsidRDefault="00C06A26" w:rsidP="00C06A26">
      <w:pPr>
        <w:pStyle w:val="PlainText"/>
        <w:numPr>
          <w:ilvl w:val="0"/>
          <w:numId w:val="15"/>
        </w:num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Side B</w:t>
      </w:r>
    </w:p>
    <w:p w:rsidR="00071143" w:rsidRPr="00071143" w:rsidRDefault="00071143" w:rsidP="00071143">
      <w:pPr>
        <w:ind w:left="360"/>
        <w:jc w:val="both"/>
        <w:rPr>
          <w:rFonts w:cs="Times New Roman"/>
          <w:sz w:val="24"/>
          <w:szCs w:val="24"/>
        </w:rPr>
      </w:pPr>
      <w:r w:rsidRPr="00071143">
        <w:rPr>
          <w:sz w:val="24"/>
          <w:szCs w:val="24"/>
        </w:rPr>
        <w:t>Side A is an</w:t>
      </w:r>
      <w:r w:rsidRPr="00071143">
        <w:rPr>
          <w:rFonts w:cs="Times New Roman"/>
          <w:sz w:val="24"/>
          <w:szCs w:val="24"/>
        </w:rPr>
        <w:t xml:space="preserve"> active atomic model. It reacts to the input of a car being sent to a specific side of the parking lot by “Screen”, it has a sensor on top of each parking space with a light to indicate it is empty and turns off when a car parks there.</w:t>
      </w:r>
      <w:r w:rsidR="00180031">
        <w:rPr>
          <w:rFonts w:cs="Times New Roman"/>
          <w:sz w:val="24"/>
          <w:szCs w:val="24"/>
        </w:rPr>
        <w:t xml:space="preserve"> </w:t>
      </w:r>
      <w:r w:rsidRPr="00071143">
        <w:rPr>
          <w:rFonts w:cs="Times New Roman"/>
          <w:sz w:val="24"/>
          <w:szCs w:val="24"/>
        </w:rPr>
        <w:t>It outputs a value Out simulating a car leaving.</w:t>
      </w:r>
    </w:p>
    <w:p w:rsidR="00071143" w:rsidRDefault="00071143" w:rsidP="00071143">
      <w:pPr>
        <w:pStyle w:val="PlainText"/>
        <w:spacing w:line="360" w:lineRule="auto"/>
        <w:ind w:left="720"/>
        <w:jc w:val="both"/>
        <w:rPr>
          <w:rFonts w:asciiTheme="minorHAnsi" w:hAnsiTheme="minorHAnsi"/>
          <w:b/>
          <w:sz w:val="24"/>
          <w:szCs w:val="24"/>
        </w:rPr>
      </w:pPr>
    </w:p>
    <w:p w:rsidR="00BC204F" w:rsidRDefault="00BC204F" w:rsidP="00BC204F">
      <w:pPr>
        <w:pStyle w:val="PlainText"/>
        <w:spacing w:line="360" w:lineRule="auto"/>
        <w:ind w:left="72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  <w:lang w:val="es-MX" w:eastAsia="es-MX"/>
        </w:rPr>
        <w:drawing>
          <wp:inline distT="0" distB="0" distL="0" distR="0">
            <wp:extent cx="3514725" cy="1562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04F" w:rsidRDefault="00BC204F" w:rsidP="00BC204F">
      <w:pPr>
        <w:pStyle w:val="PlainText"/>
        <w:spacing w:line="360" w:lineRule="auto"/>
        <w:ind w:left="720"/>
        <w:jc w:val="center"/>
        <w:rPr>
          <w:rFonts w:asciiTheme="minorHAnsi" w:hAnsiTheme="minorHAnsi"/>
          <w:b/>
          <w:sz w:val="24"/>
          <w:szCs w:val="24"/>
        </w:rPr>
      </w:pP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variable = available =25</w:t>
      </w:r>
    </w:p>
    <w:p w:rsidR="00BC204F" w:rsidRPr="008A01A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S = {</w:t>
      </w:r>
      <w:r>
        <w:rPr>
          <w:rFonts w:ascii="Times New Roman" w:hAnsi="Times New Roman"/>
          <w:sz w:val="24"/>
          <w:szCs w:val="24"/>
        </w:rPr>
        <w:t>On,Off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BC204F" w:rsidRPr="008A01A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X = {</w:t>
      </w:r>
      <w:r>
        <w:rPr>
          <w:rFonts w:ascii="Times New Roman" w:hAnsi="Times New Roman"/>
          <w:sz w:val="24"/>
          <w:szCs w:val="24"/>
        </w:rPr>
        <w:t>In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BC204F" w:rsidRPr="008A01A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 = {Out</w:t>
      </w:r>
      <w:r w:rsidRPr="008A01AF">
        <w:rPr>
          <w:rFonts w:ascii="Times New Roman" w:hAnsi="Times New Roman"/>
          <w:sz w:val="24"/>
          <w:szCs w:val="24"/>
        </w:rPr>
        <w:t>}</w:t>
      </w:r>
    </w:p>
    <w:p w:rsidR="00BC204F" w:rsidRPr="008A01A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int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ON</w:t>
      </w:r>
      <w:r w:rsidRPr="008A01AF"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t>active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Theme="minorHAnsi" w:hAnsiTheme="minorHAnsi"/>
          <w:sz w:val="24"/>
          <w:szCs w:val="24"/>
        </w:rPr>
        <w:t>δ</w:t>
      </w:r>
      <w:r w:rsidRPr="008A01AF">
        <w:rPr>
          <w:rFonts w:asciiTheme="minorHAnsi" w:hAnsiTheme="minorHAnsi"/>
          <w:sz w:val="28"/>
          <w:szCs w:val="24"/>
          <w:vertAlign w:val="subscript"/>
        </w:rPr>
        <w:t>ext</w:t>
      </w:r>
      <w:r w:rsidRPr="008A01A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In, e, ) 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ab/>
      </w:r>
    </w:p>
    <w:p w:rsidR="00BC204F" w:rsidRDefault="00BC204F" w:rsidP="00BC204F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Input</w:t>
      </w:r>
    </w:p>
    <w:p w:rsidR="00BC204F" w:rsidRDefault="00BC204F" w:rsidP="00BC204F">
      <w:pPr>
        <w:pStyle w:val="PlainText"/>
        <w:spacing w:line="360" w:lineRule="auto"/>
        <w:ind w:left="984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{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Sensor Off;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Available=available-1;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}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C204F" w:rsidRPr="008A01A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}</w:t>
      </w:r>
    </w:p>
    <w:p w:rsidR="00BC204F" w:rsidRPr="008A01A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 w:rsidRPr="008A01AF">
        <w:rPr>
          <w:rFonts w:ascii="Times New Roman" w:hAnsi="Times New Roman"/>
          <w:sz w:val="24"/>
          <w:szCs w:val="24"/>
        </w:rPr>
        <w:t>λ(</w:t>
      </w:r>
      <w:r>
        <w:rPr>
          <w:rFonts w:ascii="Times New Roman" w:hAnsi="Times New Roman"/>
          <w:sz w:val="24"/>
          <w:szCs w:val="24"/>
        </w:rPr>
        <w:t>open</w:t>
      </w:r>
      <w:r w:rsidRPr="008A01A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= car</w:t>
      </w:r>
    </w:p>
    <w:p w:rsidR="00BC204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A01AF">
        <w:rPr>
          <w:rFonts w:ascii="Times New Roman" w:hAnsi="Times New Roman"/>
          <w:sz w:val="24"/>
          <w:szCs w:val="24"/>
        </w:rPr>
        <w:t>a(</w:t>
      </w:r>
      <w:r>
        <w:rPr>
          <w:rFonts w:ascii="Times New Roman" w:hAnsi="Times New Roman"/>
          <w:sz w:val="24"/>
          <w:szCs w:val="24"/>
        </w:rPr>
        <w:t>ON</w:t>
      </w:r>
      <w:r w:rsidRPr="008A01AF">
        <w:rPr>
          <w:rFonts w:ascii="Times New Roman" w:hAnsi="Times New Roman"/>
          <w:sz w:val="24"/>
          <w:szCs w:val="24"/>
        </w:rPr>
        <w:t>) = INFINITY</w:t>
      </w:r>
    </w:p>
    <w:p w:rsidR="00BC204F" w:rsidRPr="008A01AF" w:rsidRDefault="00BC204F" w:rsidP="00BC204F">
      <w:pPr>
        <w:pStyle w:val="PlainText"/>
        <w:spacing w:line="360" w:lineRule="auto"/>
        <w:ind w:left="432" w:firstLine="4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ta(OFF)= Random from 1 to 60 minutes</w:t>
      </w:r>
    </w:p>
    <w:p w:rsidR="00C06A26" w:rsidRDefault="00C06A26" w:rsidP="00C06A26">
      <w:pPr>
        <w:pStyle w:val="PlainText"/>
        <w:spacing w:line="360" w:lineRule="auto"/>
        <w:ind w:left="720"/>
        <w:jc w:val="both"/>
        <w:rPr>
          <w:rFonts w:asciiTheme="minorHAnsi" w:hAnsiTheme="minorHAnsi"/>
          <w:b/>
          <w:sz w:val="24"/>
          <w:szCs w:val="24"/>
        </w:rPr>
      </w:pPr>
    </w:p>
    <w:p w:rsidR="00DC26EB" w:rsidRPr="008A01AF" w:rsidRDefault="00DC26EB" w:rsidP="00DC26EB">
      <w:pPr>
        <w:pStyle w:val="PlainText"/>
        <w:spacing w:line="360" w:lineRule="auto"/>
        <w:jc w:val="both"/>
        <w:rPr>
          <w:rFonts w:asciiTheme="majorHAnsi" w:hAnsiTheme="majorHAnsi"/>
          <w:b/>
          <w:bCs/>
          <w:sz w:val="28"/>
          <w:szCs w:val="24"/>
        </w:rPr>
      </w:pPr>
      <w:r>
        <w:rPr>
          <w:rFonts w:asciiTheme="majorHAnsi" w:hAnsiTheme="majorHAnsi"/>
          <w:b/>
          <w:bCs/>
          <w:sz w:val="28"/>
          <w:szCs w:val="24"/>
        </w:rPr>
        <w:lastRenderedPageBreak/>
        <w:t>Coupled Models</w:t>
      </w:r>
    </w:p>
    <w:p w:rsidR="00DC26EB" w:rsidRDefault="00DC26EB" w:rsidP="009B4E27">
      <w:pPr>
        <w:pStyle w:val="PlainText"/>
        <w:spacing w:line="360" w:lineRule="auto"/>
        <w:ind w:firstLine="432"/>
        <w:jc w:val="both"/>
        <w:rPr>
          <w:rFonts w:asciiTheme="minorHAnsi" w:hAnsiTheme="minorHAnsi"/>
          <w:sz w:val="24"/>
          <w:szCs w:val="24"/>
        </w:rPr>
      </w:pPr>
    </w:p>
    <w:p w:rsidR="009B4E27" w:rsidRPr="00DC26EB" w:rsidRDefault="009B4E27" w:rsidP="009B4E27">
      <w:pPr>
        <w:pStyle w:val="PlainText"/>
        <w:spacing w:line="360" w:lineRule="auto"/>
        <w:ind w:firstLine="432"/>
        <w:jc w:val="both"/>
        <w:rPr>
          <w:rFonts w:asciiTheme="minorHAnsi" w:hAnsiTheme="minorHAnsi"/>
          <w:sz w:val="24"/>
          <w:szCs w:val="24"/>
        </w:rPr>
      </w:pPr>
      <w:r w:rsidRPr="00DC26EB">
        <w:rPr>
          <w:rFonts w:asciiTheme="minorHAnsi" w:hAnsiTheme="minorHAnsi"/>
          <w:sz w:val="24"/>
          <w:szCs w:val="24"/>
        </w:rPr>
        <w:t xml:space="preserve">The formal specifications &lt;X, Y, D, </w:t>
      </w:r>
      <w:r w:rsidR="00860793" w:rsidRPr="00DC26EB">
        <w:rPr>
          <w:rFonts w:asciiTheme="minorHAnsi" w:hAnsiTheme="minorHAnsi"/>
          <w:sz w:val="24"/>
          <w:szCs w:val="24"/>
        </w:rPr>
        <w:t>EIC</w:t>
      </w:r>
      <w:r w:rsidRPr="00DC26EB">
        <w:rPr>
          <w:rFonts w:asciiTheme="minorHAnsi" w:hAnsiTheme="minorHAnsi"/>
          <w:sz w:val="24"/>
          <w:szCs w:val="24"/>
        </w:rPr>
        <w:t xml:space="preserve">, </w:t>
      </w:r>
      <w:r w:rsidR="00860793" w:rsidRPr="00DC26EB">
        <w:rPr>
          <w:rFonts w:asciiTheme="minorHAnsi" w:hAnsiTheme="minorHAnsi"/>
          <w:sz w:val="24"/>
          <w:szCs w:val="24"/>
        </w:rPr>
        <w:t>EOC</w:t>
      </w:r>
      <w:r w:rsidRPr="00DC26EB">
        <w:rPr>
          <w:rFonts w:asciiTheme="minorHAnsi" w:hAnsiTheme="minorHAnsi"/>
          <w:sz w:val="24"/>
          <w:szCs w:val="24"/>
        </w:rPr>
        <w:t xml:space="preserve">, </w:t>
      </w:r>
      <w:r w:rsidR="00860793" w:rsidRPr="00DC26EB">
        <w:rPr>
          <w:rFonts w:asciiTheme="minorHAnsi" w:hAnsiTheme="minorHAnsi"/>
          <w:sz w:val="24"/>
          <w:szCs w:val="24"/>
        </w:rPr>
        <w:t>IC</w:t>
      </w:r>
      <w:r w:rsidRPr="00DC26EB">
        <w:rPr>
          <w:rFonts w:asciiTheme="minorHAnsi" w:hAnsiTheme="minorHAnsi"/>
          <w:sz w:val="24"/>
          <w:szCs w:val="24"/>
        </w:rPr>
        <w:t xml:space="preserve">, SELECT &gt; for the </w:t>
      </w:r>
      <w:r w:rsidRPr="00DC26EB">
        <w:rPr>
          <w:rFonts w:asciiTheme="minorHAnsi" w:hAnsiTheme="minorHAnsi"/>
          <w:b/>
          <w:i/>
          <w:sz w:val="24"/>
          <w:szCs w:val="24"/>
        </w:rPr>
        <w:t>coupled model</w:t>
      </w:r>
      <w:r w:rsidRPr="00DC26EB">
        <w:rPr>
          <w:rFonts w:asciiTheme="minorHAnsi" w:hAnsiTheme="minorHAnsi"/>
          <w:sz w:val="24"/>
          <w:szCs w:val="24"/>
        </w:rPr>
        <w:t xml:space="preserve"> </w:t>
      </w:r>
      <w:r w:rsidR="00BC204F" w:rsidRPr="00DC26EB">
        <w:rPr>
          <w:rFonts w:asciiTheme="minorHAnsi" w:hAnsiTheme="minorHAnsi"/>
          <w:sz w:val="24"/>
          <w:szCs w:val="24"/>
        </w:rPr>
        <w:t>ParkingLot is</w:t>
      </w:r>
      <w:r w:rsidRPr="00DC26EB">
        <w:rPr>
          <w:rFonts w:asciiTheme="minorHAnsi" w:hAnsiTheme="minorHAnsi"/>
          <w:sz w:val="24"/>
          <w:szCs w:val="24"/>
        </w:rPr>
        <w:t xml:space="preserve"> defined as follows:</w:t>
      </w:r>
    </w:p>
    <w:p w:rsidR="009B4E27" w:rsidRDefault="009B4E27" w:rsidP="009B4E27">
      <w:pPr>
        <w:jc w:val="both"/>
        <w:rPr>
          <w:sz w:val="24"/>
          <w:szCs w:val="24"/>
        </w:rPr>
      </w:pPr>
    </w:p>
    <w:p w:rsidR="008E3981" w:rsidRDefault="00423799" w:rsidP="008E3981">
      <w:pPr>
        <w:pStyle w:val="PlainText"/>
        <w:numPr>
          <w:ilvl w:val="0"/>
          <w:numId w:val="15"/>
        </w:numPr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Parking Lot</w:t>
      </w:r>
    </w:p>
    <w:p w:rsidR="00BC204F" w:rsidRDefault="00BC204F" w:rsidP="00BC204F">
      <w:pPr>
        <w:pStyle w:val="PlainText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  <w:lang w:val="es-MX" w:eastAsia="es-MX"/>
        </w:rPr>
        <w:drawing>
          <wp:inline distT="0" distB="0" distL="0" distR="0">
            <wp:extent cx="4381032" cy="2857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002" cy="286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981" w:rsidRDefault="008E3981" w:rsidP="008E3981">
      <w:pPr>
        <w:pStyle w:val="PlainText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8E3981" w:rsidRPr="008E3981" w:rsidRDefault="008E3981" w:rsidP="008E3981">
      <w:pPr>
        <w:pStyle w:val="PlainText"/>
        <w:spacing w:line="360" w:lineRule="auto"/>
        <w:ind w:firstLine="708"/>
        <w:rPr>
          <w:rFonts w:ascii="Times New Roman" w:hAnsi="Times New Roman"/>
          <w:sz w:val="22"/>
          <w:lang w:val="es-MX"/>
        </w:rPr>
      </w:pPr>
      <w:r w:rsidRPr="008E3981">
        <w:rPr>
          <w:rFonts w:ascii="Times New Roman" w:hAnsi="Times New Roman"/>
          <w:sz w:val="22"/>
          <w:lang w:val="es-MX"/>
        </w:rPr>
        <w:t>X = {carA};</w:t>
      </w:r>
    </w:p>
    <w:p w:rsidR="008E3981" w:rsidRPr="008E3981" w:rsidRDefault="008E3981" w:rsidP="008E3981">
      <w:pPr>
        <w:pStyle w:val="PlainText"/>
        <w:spacing w:line="360" w:lineRule="auto"/>
        <w:ind w:firstLine="432"/>
        <w:rPr>
          <w:rFonts w:ascii="Times New Roman" w:hAnsi="Times New Roman"/>
          <w:b/>
          <w:bCs/>
          <w:sz w:val="22"/>
          <w:lang w:val="es-MX"/>
        </w:rPr>
      </w:pPr>
      <w:r w:rsidRPr="008E3981">
        <w:rPr>
          <w:rFonts w:ascii="Times New Roman" w:hAnsi="Times New Roman"/>
          <w:sz w:val="22"/>
          <w:lang w:val="es-MX"/>
        </w:rPr>
        <w:tab/>
        <w:t>Y = {carL};</w:t>
      </w:r>
    </w:p>
    <w:p w:rsidR="008E3981" w:rsidRDefault="008E3981" w:rsidP="008E3981">
      <w:pPr>
        <w:pStyle w:val="PlainText"/>
        <w:spacing w:line="360" w:lineRule="auto"/>
        <w:ind w:firstLine="432"/>
        <w:rPr>
          <w:rFonts w:ascii="Times New Roman" w:hAnsi="Times New Roman"/>
          <w:sz w:val="22"/>
          <w:lang w:val="es-MX"/>
        </w:rPr>
      </w:pPr>
      <w:r w:rsidRPr="008E3981">
        <w:rPr>
          <w:rFonts w:ascii="Times New Roman" w:hAnsi="Times New Roman"/>
          <w:sz w:val="22"/>
          <w:lang w:val="es-MX"/>
        </w:rPr>
        <w:tab/>
        <w:t>D = {Screen, SideA, SideB};</w:t>
      </w:r>
    </w:p>
    <w:p w:rsidR="008E3981" w:rsidRPr="00860793" w:rsidRDefault="008E3981" w:rsidP="008E3981">
      <w:pPr>
        <w:pStyle w:val="PlainText"/>
        <w:spacing w:line="360" w:lineRule="auto"/>
        <w:rPr>
          <w:rFonts w:ascii="Times New Roman" w:hAnsi="Times New Roman"/>
          <w:sz w:val="22"/>
          <w:lang w:val="es-MX"/>
        </w:rPr>
      </w:pPr>
      <w:r>
        <w:rPr>
          <w:rFonts w:ascii="Times New Roman" w:hAnsi="Times New Roman"/>
          <w:sz w:val="22"/>
          <w:lang w:val="es-MX"/>
        </w:rPr>
        <w:tab/>
      </w:r>
      <w:r w:rsidRPr="00860793">
        <w:rPr>
          <w:rFonts w:ascii="Times New Roman" w:hAnsi="Times New Roman"/>
          <w:sz w:val="22"/>
          <w:lang w:val="es-MX"/>
        </w:rPr>
        <w:t xml:space="preserve">EIC = </w:t>
      </w:r>
      <w:r w:rsidR="00860793" w:rsidRPr="00860793">
        <w:rPr>
          <w:rFonts w:ascii="Times New Roman" w:hAnsi="Times New Roman"/>
          <w:sz w:val="22"/>
          <w:lang w:val="es-MX"/>
        </w:rPr>
        <w:t xml:space="preserve">{(accessControlA.carA, Screen.in)} </w:t>
      </w:r>
    </w:p>
    <w:p w:rsidR="008E3981" w:rsidRPr="00326EE3" w:rsidRDefault="008E3981" w:rsidP="00860793">
      <w:pPr>
        <w:pStyle w:val="PlainText"/>
        <w:spacing w:line="360" w:lineRule="auto"/>
        <w:ind w:firstLine="708"/>
        <w:rPr>
          <w:rFonts w:ascii="Times New Roman" w:hAnsi="Times New Roman"/>
          <w:sz w:val="22"/>
          <w:lang w:val="es-MX"/>
        </w:rPr>
      </w:pPr>
      <w:r w:rsidRPr="00326EE3">
        <w:rPr>
          <w:rFonts w:ascii="Times New Roman" w:hAnsi="Times New Roman"/>
          <w:sz w:val="22"/>
          <w:lang w:val="es-MX"/>
        </w:rPr>
        <w:t>EOC</w:t>
      </w:r>
      <w:r w:rsidR="00860793" w:rsidRPr="00326EE3">
        <w:rPr>
          <w:rFonts w:ascii="Times New Roman" w:hAnsi="Times New Roman"/>
          <w:sz w:val="22"/>
          <w:lang w:val="es-MX"/>
        </w:rPr>
        <w:t xml:space="preserve"> = {(sideA.out, carL), (sideB.out, carL)}</w:t>
      </w:r>
    </w:p>
    <w:p w:rsidR="008E3981" w:rsidRDefault="008E3981" w:rsidP="008E3981">
      <w:pPr>
        <w:pStyle w:val="PlainText"/>
        <w:spacing w:line="360" w:lineRule="auto"/>
        <w:ind w:firstLine="432"/>
        <w:rPr>
          <w:rFonts w:ascii="Times New Roman" w:hAnsi="Times New Roman"/>
          <w:sz w:val="22"/>
        </w:rPr>
      </w:pPr>
      <w:r w:rsidRPr="00326EE3">
        <w:rPr>
          <w:rFonts w:ascii="Times New Roman" w:hAnsi="Times New Roman"/>
          <w:sz w:val="22"/>
          <w:lang w:val="es-MX"/>
        </w:rPr>
        <w:tab/>
      </w:r>
      <w:r w:rsidR="00860793">
        <w:rPr>
          <w:rFonts w:ascii="Times New Roman" w:hAnsi="Times New Roman"/>
          <w:sz w:val="22"/>
        </w:rPr>
        <w:t>IC = {(Screen.out, sideA.in), (Screen.out, sideB.in)</w:t>
      </w:r>
    </w:p>
    <w:p w:rsidR="00860793" w:rsidRDefault="00860793" w:rsidP="008E3981">
      <w:pPr>
        <w:pStyle w:val="PlainText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SELECT = Screen</w:t>
      </w:r>
    </w:p>
    <w:p w:rsidR="00BC204F" w:rsidRDefault="00BC204F" w:rsidP="00BC204F">
      <w:pPr>
        <w:pStyle w:val="PlainText"/>
        <w:spacing w:line="360" w:lineRule="auto"/>
        <w:rPr>
          <w:rFonts w:ascii="Times New Roman" w:hAnsi="Times New Roman"/>
          <w:b/>
          <w:bCs/>
          <w:sz w:val="24"/>
        </w:rPr>
      </w:pPr>
    </w:p>
    <w:p w:rsidR="00BC204F" w:rsidRPr="00792AF5" w:rsidRDefault="00BC204F" w:rsidP="00BC204F">
      <w:pPr>
        <w:pStyle w:val="PlainText"/>
        <w:spacing w:line="360" w:lineRule="auto"/>
        <w:rPr>
          <w:rFonts w:asciiTheme="minorHAnsi" w:hAnsiTheme="minorHAnsi"/>
          <w:b/>
          <w:bCs/>
          <w:sz w:val="28"/>
          <w:szCs w:val="28"/>
        </w:rPr>
      </w:pPr>
      <w:r w:rsidRPr="00792AF5">
        <w:rPr>
          <w:rFonts w:asciiTheme="minorHAnsi" w:hAnsiTheme="minorHAnsi"/>
          <w:b/>
          <w:bCs/>
          <w:sz w:val="28"/>
          <w:szCs w:val="28"/>
        </w:rPr>
        <w:t>Test Strategies</w:t>
      </w:r>
    </w:p>
    <w:p w:rsidR="00792AF5" w:rsidRDefault="00792AF5" w:rsidP="00BC204F">
      <w:pPr>
        <w:pStyle w:val="PlainText"/>
        <w:spacing w:line="360" w:lineRule="auto"/>
        <w:rPr>
          <w:rFonts w:ascii="Times New Roman" w:hAnsi="Times New Roman"/>
          <w:b/>
          <w:bCs/>
          <w:sz w:val="24"/>
        </w:rPr>
      </w:pPr>
    </w:p>
    <w:p w:rsidR="00BC204F" w:rsidRPr="00792AF5" w:rsidRDefault="00BC204F" w:rsidP="00792AF5">
      <w:pPr>
        <w:pStyle w:val="PlainText"/>
        <w:spacing w:line="360" w:lineRule="auto"/>
        <w:jc w:val="both"/>
        <w:rPr>
          <w:rFonts w:asciiTheme="minorHAnsi" w:hAnsiTheme="minorHAnsi"/>
          <w:sz w:val="24"/>
        </w:rPr>
      </w:pPr>
      <w:r w:rsidRPr="00792AF5">
        <w:rPr>
          <w:rFonts w:asciiTheme="minorHAnsi" w:hAnsiTheme="minorHAnsi"/>
          <w:sz w:val="24"/>
        </w:rPr>
        <w:t xml:space="preserve">The atomic models and coupled models will be tested </w:t>
      </w:r>
      <w:r w:rsidR="00EE3F67" w:rsidRPr="00792AF5">
        <w:rPr>
          <w:rFonts w:asciiTheme="minorHAnsi" w:hAnsiTheme="minorHAnsi"/>
          <w:sz w:val="24"/>
        </w:rPr>
        <w:t>using an event file</w:t>
      </w:r>
      <w:r w:rsidRPr="00792AF5">
        <w:rPr>
          <w:rFonts w:asciiTheme="minorHAnsi" w:hAnsiTheme="minorHAnsi"/>
          <w:sz w:val="24"/>
        </w:rPr>
        <w:t>. Test cases are created by adding different combinatio</w:t>
      </w:r>
      <w:r w:rsidR="00EE3F67" w:rsidRPr="00792AF5">
        <w:rPr>
          <w:rFonts w:asciiTheme="minorHAnsi" w:hAnsiTheme="minorHAnsi"/>
          <w:sz w:val="24"/>
        </w:rPr>
        <w:t>ns of inputs to the “ParkingLot.ev” file</w:t>
      </w:r>
      <w:r w:rsidRPr="00792AF5">
        <w:rPr>
          <w:rFonts w:asciiTheme="minorHAnsi" w:hAnsiTheme="minorHAnsi"/>
          <w:sz w:val="24"/>
        </w:rPr>
        <w:t>, run</w:t>
      </w:r>
      <w:r w:rsidR="00EE3F67" w:rsidRPr="00792AF5">
        <w:rPr>
          <w:rFonts w:asciiTheme="minorHAnsi" w:hAnsiTheme="minorHAnsi"/>
          <w:sz w:val="24"/>
        </w:rPr>
        <w:t>ning</w:t>
      </w:r>
      <w:r w:rsidRPr="00792AF5">
        <w:rPr>
          <w:rFonts w:asciiTheme="minorHAnsi" w:hAnsiTheme="minorHAnsi"/>
          <w:sz w:val="24"/>
        </w:rPr>
        <w:t xml:space="preserve"> the simulation and check</w:t>
      </w:r>
      <w:r w:rsidR="00EE3F67" w:rsidRPr="00792AF5">
        <w:rPr>
          <w:rFonts w:asciiTheme="minorHAnsi" w:hAnsiTheme="minorHAnsi"/>
          <w:sz w:val="24"/>
        </w:rPr>
        <w:t>ing</w:t>
      </w:r>
      <w:r w:rsidRPr="00792AF5">
        <w:rPr>
          <w:rFonts w:asciiTheme="minorHAnsi" w:hAnsiTheme="minorHAnsi"/>
          <w:sz w:val="24"/>
        </w:rPr>
        <w:t xml:space="preserve"> whether the outputs in the output </w:t>
      </w:r>
      <w:r w:rsidR="00EE3F67" w:rsidRPr="00792AF5">
        <w:rPr>
          <w:rFonts w:asciiTheme="minorHAnsi" w:hAnsiTheme="minorHAnsi"/>
          <w:sz w:val="24"/>
        </w:rPr>
        <w:t xml:space="preserve">and log </w:t>
      </w:r>
      <w:r w:rsidRPr="00792AF5">
        <w:rPr>
          <w:rFonts w:asciiTheme="minorHAnsi" w:hAnsiTheme="minorHAnsi"/>
          <w:sz w:val="24"/>
        </w:rPr>
        <w:t>file</w:t>
      </w:r>
      <w:r w:rsidR="00EE3F67" w:rsidRPr="00792AF5">
        <w:rPr>
          <w:rFonts w:asciiTheme="minorHAnsi" w:hAnsiTheme="minorHAnsi"/>
          <w:sz w:val="24"/>
        </w:rPr>
        <w:t>s</w:t>
      </w:r>
      <w:r w:rsidRPr="00792AF5">
        <w:rPr>
          <w:rFonts w:asciiTheme="minorHAnsi" w:hAnsiTheme="minorHAnsi"/>
          <w:sz w:val="24"/>
        </w:rPr>
        <w:t xml:space="preserve"> are what we expected.</w:t>
      </w:r>
    </w:p>
    <w:p w:rsidR="00792AF5" w:rsidRDefault="00DC26EB" w:rsidP="00792AF5">
      <w:pPr>
        <w:pStyle w:val="Heading1"/>
        <w:numPr>
          <w:ilvl w:val="0"/>
          <w:numId w:val="0"/>
        </w:numPr>
        <w:pBdr>
          <w:bottom w:val="single" w:sz="4" w:space="0" w:color="595959" w:themeColor="text1" w:themeTint="A6"/>
        </w:pBdr>
        <w:jc w:val="both"/>
      </w:pPr>
      <w:r>
        <w:lastRenderedPageBreak/>
        <w:t>CD++ Simulation</w:t>
      </w:r>
    </w:p>
    <w:p w:rsidR="00792AF5" w:rsidRDefault="00792AF5" w:rsidP="009B4E27">
      <w:pPr>
        <w:jc w:val="both"/>
        <w:rPr>
          <w:sz w:val="24"/>
          <w:szCs w:val="24"/>
        </w:rPr>
      </w:pPr>
    </w:p>
    <w:p w:rsidR="00792AF5" w:rsidRPr="00DC26EB" w:rsidRDefault="00792AF5" w:rsidP="009B4E27">
      <w:pPr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For the simulation using CD++ a simpler model was used.</w:t>
      </w:r>
    </w:p>
    <w:p w:rsidR="00792AF5" w:rsidRPr="00DC26EB" w:rsidRDefault="00792AF5" w:rsidP="009B4E27">
      <w:pPr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Access Control atomic models</w:t>
      </w:r>
    </w:p>
    <w:p w:rsidR="00792AF5" w:rsidRPr="00DC26EB" w:rsidRDefault="00792AF5" w:rsidP="009B4E27">
      <w:pPr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Basically this model is queue and its only time advance is 5 seconds from the gate opening wait, the ev</w:t>
      </w:r>
      <w:r w:rsidR="00C07820" w:rsidRPr="00DC26EB">
        <w:rPr>
          <w:bCs/>
          <w:sz w:val="24"/>
          <w:szCs w:val="24"/>
        </w:rPr>
        <w:t>ent file was created as follows to check the delay was working.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bCs/>
          <w:i/>
          <w:iCs/>
          <w:sz w:val="24"/>
          <w:szCs w:val="24"/>
        </w:rPr>
      </w:pPr>
      <w:r w:rsidRPr="00DC26EB">
        <w:rPr>
          <w:rFonts w:asciiTheme="minorHAnsi" w:hAnsiTheme="minorHAnsi" w:cs="Arial"/>
          <w:bCs/>
          <w:i/>
          <w:iCs/>
          <w:sz w:val="24"/>
          <w:szCs w:val="24"/>
        </w:rPr>
        <w:t>00:00:00:00 in 1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bCs/>
          <w:i/>
          <w:iCs/>
          <w:sz w:val="24"/>
          <w:szCs w:val="24"/>
        </w:rPr>
      </w:pPr>
      <w:r w:rsidRPr="00DC26EB">
        <w:rPr>
          <w:rFonts w:asciiTheme="minorHAnsi" w:hAnsiTheme="minorHAnsi" w:cs="Arial"/>
          <w:bCs/>
          <w:i/>
          <w:iCs/>
          <w:sz w:val="24"/>
          <w:szCs w:val="24"/>
        </w:rPr>
        <w:t>00:00:06:00 in 1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bCs/>
          <w:i/>
          <w:iCs/>
          <w:sz w:val="24"/>
          <w:szCs w:val="24"/>
        </w:rPr>
      </w:pPr>
      <w:r w:rsidRPr="00DC26EB">
        <w:rPr>
          <w:rFonts w:asciiTheme="minorHAnsi" w:hAnsiTheme="minorHAnsi" w:cs="Arial"/>
          <w:bCs/>
          <w:i/>
          <w:iCs/>
          <w:sz w:val="24"/>
          <w:szCs w:val="24"/>
        </w:rPr>
        <w:t>00:00:13:00 in 1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sz w:val="24"/>
          <w:szCs w:val="24"/>
        </w:rPr>
      </w:pPr>
      <w:r w:rsidRPr="00DC26EB">
        <w:rPr>
          <w:rFonts w:asciiTheme="minorHAnsi" w:hAnsiTheme="minorHAnsi" w:cs="Arial"/>
          <w:sz w:val="24"/>
          <w:szCs w:val="24"/>
        </w:rPr>
        <w:t>00:00:19:00 in 1</w:t>
      </w:r>
    </w:p>
    <w:p w:rsidR="00C07820" w:rsidRPr="00DC26EB" w:rsidRDefault="00C07820" w:rsidP="009B4E27">
      <w:pPr>
        <w:jc w:val="both"/>
        <w:rPr>
          <w:iCs/>
          <w:sz w:val="24"/>
          <w:szCs w:val="24"/>
        </w:rPr>
      </w:pPr>
      <w:r w:rsidRPr="00DC26EB">
        <w:rPr>
          <w:sz w:val="24"/>
          <w:szCs w:val="24"/>
        </w:rPr>
        <w:t xml:space="preserve">In the output file </w:t>
      </w:r>
      <w:r w:rsidRPr="00DC26EB">
        <w:rPr>
          <w:i/>
          <w:iCs/>
          <w:sz w:val="24"/>
          <w:szCs w:val="24"/>
        </w:rPr>
        <w:t xml:space="preserve">AccessControlA.out , </w:t>
      </w:r>
      <w:r w:rsidRPr="00DC26EB">
        <w:rPr>
          <w:iCs/>
          <w:sz w:val="24"/>
          <w:szCs w:val="24"/>
        </w:rPr>
        <w:t>the results came out correct.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bCs/>
          <w:i/>
          <w:iCs/>
          <w:sz w:val="24"/>
          <w:szCs w:val="24"/>
        </w:rPr>
      </w:pPr>
      <w:r w:rsidRPr="00DC26EB">
        <w:rPr>
          <w:rFonts w:asciiTheme="minorHAnsi" w:hAnsiTheme="minorHAnsi" w:cs="Arial"/>
          <w:bCs/>
          <w:i/>
          <w:iCs/>
          <w:sz w:val="24"/>
          <w:szCs w:val="24"/>
        </w:rPr>
        <w:t>00:00:05:00 out 1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bCs/>
          <w:i/>
          <w:iCs/>
          <w:sz w:val="24"/>
          <w:szCs w:val="24"/>
        </w:rPr>
      </w:pPr>
      <w:r w:rsidRPr="00DC26EB">
        <w:rPr>
          <w:rFonts w:asciiTheme="minorHAnsi" w:hAnsiTheme="minorHAnsi" w:cs="Arial"/>
          <w:bCs/>
          <w:i/>
          <w:iCs/>
          <w:sz w:val="24"/>
          <w:szCs w:val="24"/>
        </w:rPr>
        <w:t>00:00:11:00 out 1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bCs/>
          <w:i/>
          <w:iCs/>
          <w:sz w:val="24"/>
          <w:szCs w:val="24"/>
        </w:rPr>
      </w:pPr>
      <w:r w:rsidRPr="00DC26EB">
        <w:rPr>
          <w:rFonts w:asciiTheme="minorHAnsi" w:hAnsiTheme="minorHAnsi" w:cs="Arial"/>
          <w:bCs/>
          <w:i/>
          <w:iCs/>
          <w:sz w:val="24"/>
          <w:szCs w:val="24"/>
        </w:rPr>
        <w:t>00:00:18:00 out 1</w:t>
      </w:r>
    </w:p>
    <w:p w:rsidR="00C07820" w:rsidRPr="00DC26EB" w:rsidRDefault="00C07820" w:rsidP="00C07820">
      <w:pPr>
        <w:pStyle w:val="PlainText"/>
        <w:spacing w:line="360" w:lineRule="auto"/>
        <w:ind w:left="432" w:firstLine="432"/>
        <w:rPr>
          <w:rFonts w:asciiTheme="minorHAnsi" w:hAnsiTheme="minorHAnsi" w:cs="Arial"/>
          <w:sz w:val="24"/>
          <w:szCs w:val="24"/>
        </w:rPr>
      </w:pPr>
      <w:r w:rsidRPr="00DC26EB">
        <w:rPr>
          <w:rFonts w:asciiTheme="minorHAnsi" w:hAnsiTheme="minorHAnsi" w:cs="Arial"/>
          <w:sz w:val="24"/>
          <w:szCs w:val="24"/>
        </w:rPr>
        <w:t>00:00:24:00 out 1</w:t>
      </w:r>
    </w:p>
    <w:p w:rsidR="00C07820" w:rsidRPr="00DC26EB" w:rsidRDefault="00C07820" w:rsidP="009B4E27">
      <w:pPr>
        <w:jc w:val="both"/>
        <w:rPr>
          <w:iCs/>
          <w:sz w:val="24"/>
          <w:szCs w:val="24"/>
        </w:rPr>
      </w:pPr>
    </w:p>
    <w:p w:rsidR="00792AF5" w:rsidRPr="00DC26EB" w:rsidRDefault="00792AF5" w:rsidP="009B4E27">
      <w:pPr>
        <w:jc w:val="both"/>
        <w:rPr>
          <w:b/>
          <w:bCs/>
          <w:sz w:val="24"/>
          <w:szCs w:val="24"/>
        </w:rPr>
      </w:pPr>
      <w:r w:rsidRPr="00DC26EB">
        <w:rPr>
          <w:b/>
          <w:bCs/>
          <w:sz w:val="24"/>
          <w:szCs w:val="24"/>
        </w:rPr>
        <w:t>Coupled Model ParkingLot</w:t>
      </w:r>
      <w:r w:rsidR="00C07820" w:rsidRPr="00DC26EB">
        <w:rPr>
          <w:b/>
          <w:bCs/>
          <w:sz w:val="24"/>
          <w:szCs w:val="24"/>
        </w:rPr>
        <w:t>:</w:t>
      </w:r>
    </w:p>
    <w:p w:rsidR="00C07820" w:rsidRPr="00DC26EB" w:rsidRDefault="00C07820" w:rsidP="009B4E27">
      <w:pPr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For this model instead of using SideA and SideB, a Sensor1 model was used to simulate the decreasing value of the parking spaces</w:t>
      </w:r>
      <w:r w:rsidR="00DC26EB" w:rsidRPr="00DC26EB">
        <w:rPr>
          <w:bCs/>
          <w:sz w:val="24"/>
          <w:szCs w:val="24"/>
        </w:rPr>
        <w:t>, along with a Screen atomic model. The event file was created as follows</w:t>
      </w: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00:00:00:00 in 1</w:t>
      </w: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00:00:10:00 in 1</w:t>
      </w: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00:00:20:00 in 1</w:t>
      </w: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  <w:r w:rsidRPr="00DC26EB">
        <w:rPr>
          <w:bCs/>
          <w:sz w:val="24"/>
          <w:szCs w:val="24"/>
        </w:rPr>
        <w:t>00:00:30:00 in 1</w:t>
      </w: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</w:p>
    <w:p w:rsidR="00DC26EB" w:rsidRPr="00DC26EB" w:rsidRDefault="00DC26EB" w:rsidP="00DC26EB">
      <w:pPr>
        <w:ind w:firstLine="708"/>
        <w:jc w:val="both"/>
        <w:rPr>
          <w:bCs/>
          <w:sz w:val="24"/>
          <w:szCs w:val="24"/>
        </w:rPr>
      </w:pPr>
    </w:p>
    <w:p w:rsidR="00792AF5" w:rsidRPr="00DC26EB" w:rsidRDefault="00DC26EB" w:rsidP="009B4E27">
      <w:pPr>
        <w:jc w:val="both"/>
        <w:rPr>
          <w:sz w:val="24"/>
          <w:szCs w:val="24"/>
        </w:rPr>
      </w:pPr>
      <w:r w:rsidRPr="00DC26EB">
        <w:rPr>
          <w:sz w:val="24"/>
          <w:szCs w:val="24"/>
        </w:rPr>
        <w:lastRenderedPageBreak/>
        <w:t>To check the results a starting value of 50 was used for the spaces available in the Parking Lot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00:00:01:000 out 1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00:00:01:000 out 49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00:00:07:000 out 1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00:00:07:000 out 48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00:00:17:000 out 1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00:00:17:000 out 47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00:00:27:000 out 1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00:00:27:000 out 46</w:t>
      </w:r>
    </w:p>
    <w:p w:rsidR="00DC26EB" w:rsidRP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00:00:37:000 out 1</w:t>
      </w:r>
    </w:p>
    <w:p w:rsidR="00DC26EB" w:rsidRDefault="00DC26EB" w:rsidP="00DC26EB">
      <w:pPr>
        <w:jc w:val="center"/>
        <w:rPr>
          <w:sz w:val="24"/>
          <w:szCs w:val="24"/>
        </w:rPr>
      </w:pPr>
      <w:r w:rsidRPr="00DC26EB">
        <w:rPr>
          <w:sz w:val="24"/>
          <w:szCs w:val="24"/>
        </w:rPr>
        <w:t>00:00:37:000 out 45</w:t>
      </w:r>
    </w:p>
    <w:p w:rsidR="00B0102A" w:rsidRDefault="00B0102A" w:rsidP="00DC26EB">
      <w:pPr>
        <w:jc w:val="center"/>
        <w:rPr>
          <w:sz w:val="24"/>
          <w:szCs w:val="24"/>
        </w:rPr>
      </w:pPr>
    </w:p>
    <w:p w:rsidR="00B0102A" w:rsidRDefault="00B0102A" w:rsidP="00B0102A">
      <w:pPr>
        <w:pStyle w:val="PlainText"/>
        <w:spacing w:line="360" w:lineRule="auto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Conclusion</w:t>
      </w:r>
    </w:p>
    <w:p w:rsidR="00B0102A" w:rsidRPr="00B0102A" w:rsidRDefault="00B0102A" w:rsidP="00B0102A">
      <w:pPr>
        <w:pStyle w:val="PlainText"/>
        <w:spacing w:line="360" w:lineRule="auto"/>
        <w:rPr>
          <w:rFonts w:asciiTheme="minorHAnsi" w:hAnsiTheme="minorHAnsi"/>
          <w:bCs/>
          <w:sz w:val="24"/>
          <w:szCs w:val="28"/>
        </w:rPr>
      </w:pPr>
      <w:r w:rsidRPr="00B0102A">
        <w:rPr>
          <w:rFonts w:asciiTheme="minorHAnsi" w:hAnsiTheme="minorHAnsi"/>
          <w:bCs/>
          <w:sz w:val="24"/>
          <w:szCs w:val="28"/>
        </w:rPr>
        <w:t>The simpler model works as expected</w:t>
      </w:r>
      <w:r>
        <w:rPr>
          <w:rFonts w:asciiTheme="minorHAnsi" w:hAnsiTheme="minorHAnsi"/>
          <w:bCs/>
          <w:sz w:val="24"/>
          <w:szCs w:val="28"/>
        </w:rPr>
        <w:t>, it counts the spaces that has been used. The future work for the CD++ simulation is to add more sides and a function to the Screen model that lets you know how many spaces are on each side.</w:t>
      </w:r>
    </w:p>
    <w:p w:rsidR="00B0102A" w:rsidRPr="00DC26EB" w:rsidRDefault="00B0102A" w:rsidP="00B0102A">
      <w:pPr>
        <w:rPr>
          <w:sz w:val="24"/>
          <w:szCs w:val="24"/>
        </w:rPr>
      </w:pPr>
    </w:p>
    <w:p w:rsidR="00DC26EB" w:rsidRPr="00DC26EB" w:rsidRDefault="00DC26EB" w:rsidP="00DC26EB">
      <w:pPr>
        <w:rPr>
          <w:sz w:val="24"/>
          <w:szCs w:val="24"/>
        </w:rPr>
      </w:pPr>
    </w:p>
    <w:sectPr w:rsidR="00DC26EB" w:rsidRPr="00DC26EB" w:rsidSect="00831E1A">
      <w:footerReference w:type="default" r:id="rId17"/>
      <w:pgSz w:w="12240" w:h="15840"/>
      <w:pgMar w:top="1276" w:right="1440" w:bottom="1440" w:left="1440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F5C" w:rsidRDefault="001E0F5C" w:rsidP="00326EE3">
      <w:pPr>
        <w:spacing w:after="0" w:line="240" w:lineRule="auto"/>
      </w:pPr>
      <w:r>
        <w:separator/>
      </w:r>
    </w:p>
  </w:endnote>
  <w:endnote w:type="continuationSeparator" w:id="0">
    <w:p w:rsidR="001E0F5C" w:rsidRDefault="001E0F5C" w:rsidP="0032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5836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6EE3" w:rsidRDefault="00326E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6EE3" w:rsidRDefault="00326E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F5C" w:rsidRDefault="001E0F5C" w:rsidP="00326EE3">
      <w:pPr>
        <w:spacing w:after="0" w:line="240" w:lineRule="auto"/>
      </w:pPr>
      <w:r>
        <w:separator/>
      </w:r>
    </w:p>
  </w:footnote>
  <w:footnote w:type="continuationSeparator" w:id="0">
    <w:p w:rsidR="001E0F5C" w:rsidRDefault="001E0F5C" w:rsidP="00326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79B1DAE"/>
    <w:multiLevelType w:val="hybridMultilevel"/>
    <w:tmpl w:val="BC6C07AE"/>
    <w:lvl w:ilvl="0" w:tplc="D130A0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0027B"/>
    <w:multiLevelType w:val="hybridMultilevel"/>
    <w:tmpl w:val="BFB2C8B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20F01"/>
    <w:multiLevelType w:val="hybridMultilevel"/>
    <w:tmpl w:val="98ACA36E"/>
    <w:lvl w:ilvl="0" w:tplc="D130A022">
      <w:start w:val="1"/>
      <w:numFmt w:val="bullet"/>
      <w:lvlText w:val=""/>
      <w:lvlJc w:val="left"/>
      <w:pPr>
        <w:ind w:left="11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652D6C"/>
    <w:rsid w:val="00071143"/>
    <w:rsid w:val="000D6E7E"/>
    <w:rsid w:val="00116B7A"/>
    <w:rsid w:val="00180031"/>
    <w:rsid w:val="001C6FD6"/>
    <w:rsid w:val="001D2648"/>
    <w:rsid w:val="001E0F5C"/>
    <w:rsid w:val="0020339D"/>
    <w:rsid w:val="00263458"/>
    <w:rsid w:val="00326EE3"/>
    <w:rsid w:val="003A5B3F"/>
    <w:rsid w:val="00423799"/>
    <w:rsid w:val="00426EE4"/>
    <w:rsid w:val="00474C69"/>
    <w:rsid w:val="0048753F"/>
    <w:rsid w:val="005127FE"/>
    <w:rsid w:val="00652D6C"/>
    <w:rsid w:val="006B19BC"/>
    <w:rsid w:val="00722237"/>
    <w:rsid w:val="0073359D"/>
    <w:rsid w:val="00754868"/>
    <w:rsid w:val="00776ACB"/>
    <w:rsid w:val="00792AF5"/>
    <w:rsid w:val="007F19EA"/>
    <w:rsid w:val="00831E1A"/>
    <w:rsid w:val="00860793"/>
    <w:rsid w:val="008A01AF"/>
    <w:rsid w:val="008B2A4D"/>
    <w:rsid w:val="008B4BEC"/>
    <w:rsid w:val="008D37E8"/>
    <w:rsid w:val="008E3981"/>
    <w:rsid w:val="009204D1"/>
    <w:rsid w:val="009A4AD1"/>
    <w:rsid w:val="009B4E27"/>
    <w:rsid w:val="00A7173D"/>
    <w:rsid w:val="00A857DD"/>
    <w:rsid w:val="00A90735"/>
    <w:rsid w:val="00B0102A"/>
    <w:rsid w:val="00B01535"/>
    <w:rsid w:val="00B14B0F"/>
    <w:rsid w:val="00B2567E"/>
    <w:rsid w:val="00B51838"/>
    <w:rsid w:val="00B529AE"/>
    <w:rsid w:val="00B6123F"/>
    <w:rsid w:val="00B67A36"/>
    <w:rsid w:val="00BC204F"/>
    <w:rsid w:val="00BD1F40"/>
    <w:rsid w:val="00C06A26"/>
    <w:rsid w:val="00C07820"/>
    <w:rsid w:val="00C75BD9"/>
    <w:rsid w:val="00CA725F"/>
    <w:rsid w:val="00DC26EB"/>
    <w:rsid w:val="00DC5E93"/>
    <w:rsid w:val="00DF7C75"/>
    <w:rsid w:val="00E13632"/>
    <w:rsid w:val="00E55D89"/>
    <w:rsid w:val="00E9030A"/>
    <w:rsid w:val="00EE3F67"/>
    <w:rsid w:val="00EE7EA9"/>
    <w:rsid w:val="00FF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9B641A67-F3B3-4044-908D-6B8B2AB0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F19EA"/>
  </w:style>
  <w:style w:type="paragraph" w:styleId="Heading1">
    <w:name w:val="heading 1"/>
    <w:basedOn w:val="Normal"/>
    <w:next w:val="Normal"/>
    <w:link w:val="Heading1Char"/>
    <w:uiPriority w:val="9"/>
    <w:qFormat/>
    <w:rsid w:val="007F19EA"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19EA"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19EA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19EA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19EA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19EA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19EA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19EA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19EA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19E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9E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19E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7F19EA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7F19E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19E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19E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19E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19EA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19EA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19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19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19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7F19EA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7F19E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F19EA"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sid w:val="007F19EA"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7F19E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F19E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19E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19EA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sid w:val="007F19E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F19EA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7F19EA"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7F19E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19EA"/>
    <w:pPr>
      <w:outlineLvl w:val="9"/>
    </w:pPr>
  </w:style>
  <w:style w:type="paragraph" w:styleId="NoSpacing">
    <w:name w:val="No Spacing"/>
    <w:link w:val="NoSpacingChar"/>
    <w:uiPriority w:val="1"/>
    <w:qFormat/>
    <w:rsid w:val="007F19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F19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D6C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652D6C"/>
  </w:style>
  <w:style w:type="paragraph" w:customStyle="1" w:styleId="Default">
    <w:name w:val="Default"/>
    <w:rsid w:val="00B67A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MX"/>
    </w:rPr>
  </w:style>
  <w:style w:type="paragraph" w:styleId="PlainText">
    <w:name w:val="Plain Text"/>
    <w:basedOn w:val="Normal"/>
    <w:link w:val="PlainTextChar"/>
    <w:semiHidden/>
    <w:rsid w:val="00474C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474C69"/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26E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EE3"/>
  </w:style>
  <w:style w:type="paragraph" w:styleId="Footer">
    <w:name w:val="footer"/>
    <w:basedOn w:val="Normal"/>
    <w:link w:val="FooterChar"/>
    <w:uiPriority w:val="99"/>
    <w:unhideWhenUsed/>
    <w:rsid w:val="00326E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to\AppData\Roaming\Microsoft\Templates\Report%20design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EEB6EEF5BC486C9734DD39205D0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DD2C6-5A31-43CB-B930-1ACC2B829293}"/>
      </w:docPartPr>
      <w:docPartBody>
        <w:p w:rsidR="00CA115C" w:rsidRDefault="0092090A" w:rsidP="0092090A">
          <w:pPr>
            <w:pStyle w:val="E0EEB6EEF5BC486C9734DD39205D087A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[Escribir el título del documento]</w:t>
          </w:r>
        </w:p>
      </w:docPartBody>
    </w:docPart>
    <w:docPart>
      <w:docPartPr>
        <w:name w:val="B75792C4F5824A9EB03B41D0B4372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7C206-573F-4D52-BE4C-5DAE7061F46E}"/>
      </w:docPartPr>
      <w:docPartBody>
        <w:p w:rsidR="00CA115C" w:rsidRDefault="0092090A" w:rsidP="0092090A">
          <w:pPr>
            <w:pStyle w:val="B75792C4F5824A9EB03B41D0B437213D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subtítulo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2090A"/>
    <w:rsid w:val="000C3AC2"/>
    <w:rsid w:val="00105FBE"/>
    <w:rsid w:val="001D614C"/>
    <w:rsid w:val="00612D85"/>
    <w:rsid w:val="007C15C5"/>
    <w:rsid w:val="0092090A"/>
    <w:rsid w:val="00CA115C"/>
    <w:rsid w:val="00CD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A1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8778A53AB741D0970AF0A19B32FDD8">
    <w:name w:val="A28778A53AB741D0970AF0A19B32FDD8"/>
    <w:rsid w:val="0092090A"/>
  </w:style>
  <w:style w:type="paragraph" w:customStyle="1" w:styleId="9386DD71F21A448C8E5DE38FA6E0A704">
    <w:name w:val="9386DD71F21A448C8E5DE38FA6E0A704"/>
    <w:rsid w:val="0092090A"/>
  </w:style>
  <w:style w:type="paragraph" w:customStyle="1" w:styleId="A3D99D468F674E8683AAB55AD9E8B6B3">
    <w:name w:val="A3D99D468F674E8683AAB55AD9E8B6B3"/>
    <w:rsid w:val="0092090A"/>
  </w:style>
  <w:style w:type="paragraph" w:customStyle="1" w:styleId="76D89487BB894F889EDE46FB75242C0C">
    <w:name w:val="76D89487BB894F889EDE46FB75242C0C"/>
    <w:rsid w:val="0092090A"/>
  </w:style>
  <w:style w:type="paragraph" w:customStyle="1" w:styleId="826841DF1A684296A3C05278105799FE">
    <w:name w:val="826841DF1A684296A3C05278105799FE"/>
    <w:rsid w:val="0092090A"/>
  </w:style>
  <w:style w:type="paragraph" w:customStyle="1" w:styleId="06D4EA1A6BCA40F2B2BC8000FC76BFD0">
    <w:name w:val="06D4EA1A6BCA40F2B2BC8000FC76BFD0"/>
    <w:rsid w:val="0092090A"/>
  </w:style>
  <w:style w:type="paragraph" w:customStyle="1" w:styleId="E0EEB6EEF5BC486C9734DD39205D087A">
    <w:name w:val="E0EEB6EEF5BC486C9734DD39205D087A"/>
    <w:rsid w:val="0092090A"/>
  </w:style>
  <w:style w:type="paragraph" w:customStyle="1" w:styleId="B75792C4F5824A9EB03B41D0B437213D">
    <w:name w:val="B75792C4F5824A9EB03B41D0B437213D"/>
    <w:rsid w:val="0092090A"/>
  </w:style>
  <w:style w:type="paragraph" w:customStyle="1" w:styleId="9E0F8EFF54C249299FA153F74C6246FE">
    <w:name w:val="9E0F8EFF54C249299FA153F74C6246FE"/>
    <w:rsid w:val="0092090A"/>
  </w:style>
  <w:style w:type="paragraph" w:customStyle="1" w:styleId="B7FED4BAEFCB473EA27907C45B5D6BFF">
    <w:name w:val="B7FED4BAEFCB473EA27907C45B5D6BFF"/>
    <w:rsid w:val="0092090A"/>
  </w:style>
  <w:style w:type="paragraph" w:customStyle="1" w:styleId="21EA78F70F7B427C8307903C532088EC">
    <w:name w:val="21EA78F70F7B427C8307903C532088EC"/>
    <w:rsid w:val="009209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
 The goal of this assignment is to show your understanding on modeling discrete-event models using the DEVS formalism, and to use the CD++ simulation tool to execute discrete-event simulations. You must identify a real system that can be represented using DEVS, build a model of the system of choice, and run simulations in order to analyze different conditions on the system. The system of your choice can be any natural or artificial system.</Abstract>
  <CompanyAddress/>
  <CompanyPhone/>
  <CompanyFax/>
  <CompanyEmail>vsoto101@uottawa.ca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(blank).dotx</Template>
  <TotalTime>400</TotalTime>
  <Pages>10</Pages>
  <Words>1106</Words>
  <Characters>6087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METHODOLOGIES FOR DISCRETE EVENT MODELING &amp; SIMULATION</vt:lpstr>
      <vt:lpstr>methodologies for dISCRETE EVENT MODELING &amp; SIMULATION</vt:lpstr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METHODOLOGIES FOR DISCRETE EVENT MODELING &amp; SIMULATION</dc:title>
  <dc:subject>CARLETON UNIVERSITY</dc:subject>
  <dc:creator>Victor Soto Garcia</dc:creator>
  <cp:lastModifiedBy>soto</cp:lastModifiedBy>
  <cp:revision>23</cp:revision>
  <dcterms:created xsi:type="dcterms:W3CDTF">2016-02-09T20:27:00Z</dcterms:created>
  <dcterms:modified xsi:type="dcterms:W3CDTF">2016-03-06T02:24:00Z</dcterms:modified>
  <cp:category>SYSC 5104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